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0B47" w:rsidRPr="006471F2" w:rsidRDefault="005F0B47" w:rsidP="00C6308E">
      <w:pPr>
        <w:pStyle w:val="Sous-titree-formationOk"/>
        <w:jc w:val="center"/>
        <w:rPr>
          <w:sz w:val="30"/>
          <w:szCs w:val="30"/>
        </w:rPr>
      </w:pPr>
      <w:r w:rsidRPr="006471F2">
        <w:rPr>
          <w:sz w:val="30"/>
          <w:szCs w:val="30"/>
        </w:rPr>
        <w:t>PROGRAMME TITRE DE LA FORMATION</w:t>
      </w:r>
    </w:p>
    <w:p w:rsidR="005F0B47" w:rsidRPr="006471F2" w:rsidRDefault="005F0B47" w:rsidP="003A0D8E">
      <w:pPr>
        <w:pStyle w:val="Texteparagraphee-formation"/>
        <w:spacing w:after="0"/>
        <w:rPr>
          <w:b/>
        </w:rPr>
      </w:pPr>
    </w:p>
    <w:p w:rsidR="005F0B47" w:rsidRPr="006471F2" w:rsidRDefault="005F0B47" w:rsidP="003A0D8E">
      <w:pPr>
        <w:pStyle w:val="Sous-titree-formationOk"/>
        <w:spacing w:after="0"/>
        <w:rPr>
          <w:sz w:val="24"/>
          <w:szCs w:val="24"/>
        </w:rPr>
      </w:pPr>
      <w:r w:rsidRPr="006471F2">
        <w:rPr>
          <w:sz w:val="24"/>
          <w:szCs w:val="24"/>
        </w:rPr>
        <w:t>Présentation</w:t>
      </w:r>
    </w:p>
    <w:p w:rsidR="00992E5F" w:rsidRDefault="005F0B47" w:rsidP="00627320">
      <w:pPr>
        <w:pStyle w:val="Texteparagraphee-formation"/>
        <w:spacing w:after="0"/>
        <w:jc w:val="both"/>
        <w:rPr>
          <w:sz w:val="20"/>
          <w:szCs w:val="20"/>
        </w:rPr>
      </w:pPr>
      <w:r w:rsidRPr="00992E5F">
        <w:rPr>
          <w:sz w:val="20"/>
          <w:szCs w:val="20"/>
        </w:rPr>
        <w:t>Introduction du thème de la formation</w:t>
      </w:r>
      <w:r w:rsidR="00627320">
        <w:rPr>
          <w:sz w:val="20"/>
          <w:szCs w:val="20"/>
        </w:rPr>
        <w:t xml:space="preserve"> et de son contexte. </w:t>
      </w:r>
      <w:proofErr w:type="spellStart"/>
      <w:r w:rsidR="00627320" w:rsidRPr="00F20607">
        <w:rPr>
          <w:sz w:val="20"/>
        </w:rPr>
        <w:t>Lorem</w:t>
      </w:r>
      <w:proofErr w:type="spellEnd"/>
      <w:r w:rsidR="00627320" w:rsidRPr="00F20607">
        <w:rPr>
          <w:sz w:val="20"/>
        </w:rPr>
        <w:t xml:space="preserve"> </w:t>
      </w:r>
      <w:proofErr w:type="spellStart"/>
      <w:r w:rsidR="00627320" w:rsidRPr="00F20607">
        <w:rPr>
          <w:sz w:val="20"/>
        </w:rPr>
        <w:t>Ipsum</w:t>
      </w:r>
      <w:proofErr w:type="spellEnd"/>
      <w:r w:rsidR="00627320" w:rsidRPr="00F20607">
        <w:rPr>
          <w:sz w:val="20"/>
        </w:rPr>
        <w:t> </w:t>
      </w:r>
      <w:proofErr w:type="spellStart"/>
      <w:r w:rsidR="00627320" w:rsidRPr="00F20607">
        <w:rPr>
          <w:sz w:val="20"/>
        </w:rPr>
        <w:t>is</w:t>
      </w:r>
      <w:proofErr w:type="spellEnd"/>
      <w:r w:rsidR="00627320" w:rsidRPr="00F20607">
        <w:rPr>
          <w:sz w:val="20"/>
        </w:rPr>
        <w:t xml:space="preserve"> </w:t>
      </w:r>
      <w:proofErr w:type="spellStart"/>
      <w:r w:rsidR="00627320" w:rsidRPr="00F20607">
        <w:rPr>
          <w:sz w:val="20"/>
        </w:rPr>
        <w:t>simply</w:t>
      </w:r>
      <w:proofErr w:type="spellEnd"/>
      <w:r w:rsidR="00627320" w:rsidRPr="00F20607">
        <w:rPr>
          <w:sz w:val="20"/>
        </w:rPr>
        <w:t xml:space="preserve"> </w:t>
      </w:r>
      <w:proofErr w:type="spellStart"/>
      <w:r w:rsidR="00627320" w:rsidRPr="00F20607">
        <w:rPr>
          <w:sz w:val="20"/>
        </w:rPr>
        <w:t>dummy</w:t>
      </w:r>
      <w:proofErr w:type="spellEnd"/>
      <w:r w:rsidR="00627320" w:rsidRPr="00F20607">
        <w:rPr>
          <w:sz w:val="20"/>
        </w:rPr>
        <w:t xml:space="preserve"> </w:t>
      </w:r>
      <w:proofErr w:type="spellStart"/>
      <w:r w:rsidR="00627320" w:rsidRPr="00F20607">
        <w:rPr>
          <w:sz w:val="20"/>
        </w:rPr>
        <w:t>text</w:t>
      </w:r>
      <w:proofErr w:type="spellEnd"/>
      <w:r w:rsidR="00627320" w:rsidRPr="00F20607">
        <w:rPr>
          <w:sz w:val="20"/>
        </w:rPr>
        <w:t xml:space="preserve"> of the printing and </w:t>
      </w:r>
      <w:proofErr w:type="spellStart"/>
      <w:r w:rsidR="00627320" w:rsidRPr="00F20607">
        <w:rPr>
          <w:sz w:val="20"/>
        </w:rPr>
        <w:t>typesetting</w:t>
      </w:r>
      <w:proofErr w:type="spellEnd"/>
      <w:r w:rsidR="00627320" w:rsidRPr="00F20607">
        <w:rPr>
          <w:sz w:val="20"/>
        </w:rPr>
        <w:t xml:space="preserve"> </w:t>
      </w:r>
      <w:proofErr w:type="spellStart"/>
      <w:r w:rsidR="00627320" w:rsidRPr="00F20607">
        <w:rPr>
          <w:sz w:val="20"/>
        </w:rPr>
        <w:t>industry</w:t>
      </w:r>
      <w:proofErr w:type="spellEnd"/>
      <w:r w:rsidR="00627320" w:rsidRPr="00F20607">
        <w:rPr>
          <w:sz w:val="20"/>
        </w:rPr>
        <w:t xml:space="preserve">. </w:t>
      </w:r>
      <w:proofErr w:type="spellStart"/>
      <w:r w:rsidR="00627320" w:rsidRPr="00F20607">
        <w:rPr>
          <w:sz w:val="20"/>
        </w:rPr>
        <w:t>Lorem</w:t>
      </w:r>
      <w:proofErr w:type="spellEnd"/>
      <w:r w:rsidR="00627320" w:rsidRPr="00F20607">
        <w:rPr>
          <w:sz w:val="20"/>
        </w:rPr>
        <w:t xml:space="preserve"> </w:t>
      </w:r>
      <w:proofErr w:type="spellStart"/>
      <w:r w:rsidR="00627320" w:rsidRPr="00F20607">
        <w:rPr>
          <w:sz w:val="20"/>
        </w:rPr>
        <w:t>Ipsum</w:t>
      </w:r>
      <w:proofErr w:type="spellEnd"/>
      <w:r w:rsidR="00627320" w:rsidRPr="00F20607">
        <w:rPr>
          <w:sz w:val="20"/>
        </w:rPr>
        <w:t xml:space="preserve"> has been the </w:t>
      </w:r>
      <w:proofErr w:type="spellStart"/>
      <w:r w:rsidR="00627320" w:rsidRPr="00F20607">
        <w:rPr>
          <w:sz w:val="20"/>
        </w:rPr>
        <w:t>industry's</w:t>
      </w:r>
      <w:proofErr w:type="spellEnd"/>
      <w:r w:rsidR="00627320" w:rsidRPr="00F20607">
        <w:rPr>
          <w:sz w:val="20"/>
        </w:rPr>
        <w:t xml:space="preserve"> standard </w:t>
      </w:r>
      <w:proofErr w:type="spellStart"/>
      <w:r w:rsidR="00627320" w:rsidRPr="00F20607">
        <w:rPr>
          <w:sz w:val="20"/>
        </w:rPr>
        <w:t>dummy</w:t>
      </w:r>
      <w:proofErr w:type="spellEnd"/>
      <w:r w:rsidR="00627320" w:rsidRPr="00F20607">
        <w:rPr>
          <w:sz w:val="20"/>
        </w:rPr>
        <w:t xml:space="preserve"> </w:t>
      </w:r>
      <w:proofErr w:type="spellStart"/>
      <w:r w:rsidR="00627320" w:rsidRPr="00F20607">
        <w:rPr>
          <w:sz w:val="20"/>
        </w:rPr>
        <w:t>text</w:t>
      </w:r>
      <w:proofErr w:type="spellEnd"/>
      <w:r w:rsidR="00627320" w:rsidRPr="00F20607">
        <w:rPr>
          <w:sz w:val="20"/>
        </w:rPr>
        <w:t xml:space="preserve"> </w:t>
      </w:r>
      <w:proofErr w:type="spellStart"/>
      <w:r w:rsidR="00627320" w:rsidRPr="00F20607">
        <w:rPr>
          <w:sz w:val="20"/>
        </w:rPr>
        <w:t>ever</w:t>
      </w:r>
      <w:proofErr w:type="spellEnd"/>
      <w:r w:rsidR="00627320" w:rsidRPr="00F20607">
        <w:rPr>
          <w:sz w:val="20"/>
        </w:rPr>
        <w:t xml:space="preserve"> </w:t>
      </w:r>
      <w:proofErr w:type="spellStart"/>
      <w:r w:rsidR="00627320" w:rsidRPr="00F20607">
        <w:rPr>
          <w:sz w:val="20"/>
        </w:rPr>
        <w:t>since</w:t>
      </w:r>
      <w:proofErr w:type="spellEnd"/>
      <w:r w:rsidR="00627320" w:rsidRPr="00F20607">
        <w:rPr>
          <w:sz w:val="20"/>
        </w:rPr>
        <w:t xml:space="preserve"> the 1500s, </w:t>
      </w:r>
      <w:proofErr w:type="spellStart"/>
      <w:r w:rsidR="00627320" w:rsidRPr="00F20607">
        <w:rPr>
          <w:sz w:val="20"/>
        </w:rPr>
        <w:t>when</w:t>
      </w:r>
      <w:proofErr w:type="spellEnd"/>
      <w:r w:rsidR="00627320" w:rsidRPr="00F20607">
        <w:rPr>
          <w:sz w:val="20"/>
        </w:rPr>
        <w:t xml:space="preserve"> an </w:t>
      </w:r>
      <w:proofErr w:type="spellStart"/>
      <w:r w:rsidR="00627320" w:rsidRPr="00F20607">
        <w:rPr>
          <w:sz w:val="20"/>
        </w:rPr>
        <w:t>unknown</w:t>
      </w:r>
      <w:proofErr w:type="spellEnd"/>
      <w:r w:rsidR="00627320" w:rsidRPr="00F20607">
        <w:rPr>
          <w:sz w:val="20"/>
        </w:rPr>
        <w:t xml:space="preserve"> printer </w:t>
      </w:r>
      <w:proofErr w:type="spellStart"/>
      <w:r w:rsidR="00627320" w:rsidRPr="00F20607">
        <w:rPr>
          <w:sz w:val="20"/>
        </w:rPr>
        <w:t>took</w:t>
      </w:r>
      <w:proofErr w:type="spellEnd"/>
      <w:r w:rsidR="00627320" w:rsidRPr="00F20607">
        <w:rPr>
          <w:sz w:val="20"/>
        </w:rPr>
        <w:t xml:space="preserve"> a </w:t>
      </w:r>
      <w:proofErr w:type="spellStart"/>
      <w:r w:rsidR="00627320" w:rsidRPr="00F20607">
        <w:rPr>
          <w:sz w:val="20"/>
        </w:rPr>
        <w:t>galley</w:t>
      </w:r>
      <w:proofErr w:type="spellEnd"/>
      <w:r w:rsidR="00627320" w:rsidRPr="00F20607">
        <w:rPr>
          <w:sz w:val="20"/>
        </w:rPr>
        <w:t xml:space="preserve"> of type and </w:t>
      </w:r>
      <w:proofErr w:type="spellStart"/>
      <w:r w:rsidR="00627320" w:rsidRPr="00F20607">
        <w:rPr>
          <w:sz w:val="20"/>
        </w:rPr>
        <w:t>scrambled</w:t>
      </w:r>
      <w:proofErr w:type="spellEnd"/>
      <w:r w:rsidR="00627320" w:rsidRPr="00F20607">
        <w:rPr>
          <w:sz w:val="20"/>
        </w:rPr>
        <w:t xml:space="preserve"> </w:t>
      </w:r>
      <w:proofErr w:type="spellStart"/>
      <w:r w:rsidR="00627320" w:rsidRPr="00F20607">
        <w:rPr>
          <w:sz w:val="20"/>
        </w:rPr>
        <w:t>it</w:t>
      </w:r>
      <w:proofErr w:type="spellEnd"/>
      <w:r w:rsidR="00627320" w:rsidRPr="00F20607">
        <w:rPr>
          <w:sz w:val="20"/>
        </w:rPr>
        <w:t xml:space="preserve"> to </w:t>
      </w:r>
      <w:proofErr w:type="spellStart"/>
      <w:r w:rsidR="00627320" w:rsidRPr="00F20607">
        <w:rPr>
          <w:sz w:val="20"/>
        </w:rPr>
        <w:t>make</w:t>
      </w:r>
      <w:proofErr w:type="spellEnd"/>
      <w:r w:rsidR="00627320" w:rsidRPr="00F20607">
        <w:rPr>
          <w:sz w:val="20"/>
        </w:rPr>
        <w:t xml:space="preserve"> a type </w:t>
      </w:r>
      <w:proofErr w:type="spellStart"/>
      <w:r w:rsidR="00627320" w:rsidRPr="00F20607">
        <w:rPr>
          <w:sz w:val="20"/>
        </w:rPr>
        <w:t>specimen</w:t>
      </w:r>
      <w:proofErr w:type="spellEnd"/>
      <w:r w:rsidR="00627320" w:rsidRPr="00F20607">
        <w:rPr>
          <w:sz w:val="20"/>
        </w:rPr>
        <w:t xml:space="preserve"> book</w:t>
      </w:r>
      <w:r w:rsidR="00627320">
        <w:rPr>
          <w:sz w:val="20"/>
        </w:rPr>
        <w:t>.</w:t>
      </w:r>
    </w:p>
    <w:p w:rsidR="00627320" w:rsidRDefault="00627320" w:rsidP="00627320">
      <w:pPr>
        <w:pStyle w:val="Texteparagraphee-formation"/>
        <w:spacing w:after="0"/>
        <w:jc w:val="both"/>
        <w:rPr>
          <w:sz w:val="20"/>
          <w:szCs w:val="20"/>
        </w:rPr>
      </w:pPr>
      <w:proofErr w:type="spellStart"/>
      <w:r w:rsidRPr="00F20607">
        <w:rPr>
          <w:sz w:val="20"/>
        </w:rPr>
        <w:t>Lorem</w:t>
      </w:r>
      <w:proofErr w:type="spellEnd"/>
      <w:r w:rsidRPr="00F20607">
        <w:rPr>
          <w:sz w:val="20"/>
        </w:rPr>
        <w:t xml:space="preserve"> </w:t>
      </w:r>
      <w:proofErr w:type="spellStart"/>
      <w:r w:rsidRPr="00F20607">
        <w:rPr>
          <w:sz w:val="20"/>
        </w:rPr>
        <w:t>Ipsum</w:t>
      </w:r>
      <w:proofErr w:type="spellEnd"/>
      <w:r w:rsidRPr="00F20607">
        <w:rPr>
          <w:sz w:val="20"/>
        </w:rPr>
        <w:t> </w:t>
      </w:r>
      <w:proofErr w:type="spellStart"/>
      <w:r w:rsidRPr="00F20607">
        <w:rPr>
          <w:sz w:val="20"/>
        </w:rPr>
        <w:t>is</w:t>
      </w:r>
      <w:proofErr w:type="spellEnd"/>
      <w:r w:rsidRPr="00F20607">
        <w:rPr>
          <w:sz w:val="20"/>
        </w:rPr>
        <w:t xml:space="preserve"> </w:t>
      </w:r>
      <w:proofErr w:type="spellStart"/>
      <w:r w:rsidRPr="00F20607">
        <w:rPr>
          <w:sz w:val="20"/>
        </w:rPr>
        <w:t>simply</w:t>
      </w:r>
      <w:proofErr w:type="spellEnd"/>
      <w:r w:rsidRPr="00F20607">
        <w:rPr>
          <w:sz w:val="20"/>
        </w:rPr>
        <w:t xml:space="preserve"> </w:t>
      </w:r>
      <w:proofErr w:type="spellStart"/>
      <w:r w:rsidRPr="00F20607">
        <w:rPr>
          <w:sz w:val="20"/>
        </w:rPr>
        <w:t>dummy</w:t>
      </w:r>
      <w:proofErr w:type="spellEnd"/>
      <w:r w:rsidRPr="00F20607">
        <w:rPr>
          <w:sz w:val="20"/>
        </w:rPr>
        <w:t xml:space="preserve"> </w:t>
      </w:r>
      <w:proofErr w:type="spellStart"/>
      <w:r w:rsidRPr="00F20607">
        <w:rPr>
          <w:sz w:val="20"/>
        </w:rPr>
        <w:t>text</w:t>
      </w:r>
      <w:proofErr w:type="spellEnd"/>
      <w:r w:rsidRPr="00F20607">
        <w:rPr>
          <w:sz w:val="20"/>
        </w:rPr>
        <w:t xml:space="preserve"> of the printing and </w:t>
      </w:r>
      <w:proofErr w:type="spellStart"/>
      <w:r w:rsidRPr="00F20607">
        <w:rPr>
          <w:sz w:val="20"/>
        </w:rPr>
        <w:t>typesetting</w:t>
      </w:r>
      <w:proofErr w:type="spellEnd"/>
      <w:r w:rsidRPr="00F20607">
        <w:rPr>
          <w:sz w:val="20"/>
        </w:rPr>
        <w:t xml:space="preserve"> </w:t>
      </w:r>
      <w:proofErr w:type="spellStart"/>
      <w:r w:rsidRPr="00F20607">
        <w:rPr>
          <w:sz w:val="20"/>
        </w:rPr>
        <w:t>industry</w:t>
      </w:r>
      <w:proofErr w:type="spellEnd"/>
      <w:r w:rsidRPr="00F20607">
        <w:rPr>
          <w:sz w:val="20"/>
        </w:rPr>
        <w:t xml:space="preserve">. </w:t>
      </w:r>
      <w:proofErr w:type="spellStart"/>
      <w:r w:rsidRPr="00F20607">
        <w:rPr>
          <w:sz w:val="20"/>
        </w:rPr>
        <w:t>Lorem</w:t>
      </w:r>
      <w:proofErr w:type="spellEnd"/>
      <w:r w:rsidRPr="00F20607">
        <w:rPr>
          <w:sz w:val="20"/>
        </w:rPr>
        <w:t xml:space="preserve"> </w:t>
      </w:r>
      <w:proofErr w:type="spellStart"/>
      <w:r w:rsidRPr="00F20607">
        <w:rPr>
          <w:sz w:val="20"/>
        </w:rPr>
        <w:t>Ipsum</w:t>
      </w:r>
      <w:proofErr w:type="spellEnd"/>
      <w:r w:rsidRPr="00F20607">
        <w:rPr>
          <w:sz w:val="20"/>
        </w:rPr>
        <w:t xml:space="preserve"> has been the </w:t>
      </w:r>
      <w:proofErr w:type="spellStart"/>
      <w:r w:rsidRPr="00F20607">
        <w:rPr>
          <w:sz w:val="20"/>
        </w:rPr>
        <w:t>industry's</w:t>
      </w:r>
      <w:proofErr w:type="spellEnd"/>
      <w:r w:rsidRPr="00F20607">
        <w:rPr>
          <w:sz w:val="20"/>
        </w:rPr>
        <w:t xml:space="preserve"> standard </w:t>
      </w:r>
      <w:proofErr w:type="spellStart"/>
      <w:r w:rsidRPr="00F20607">
        <w:rPr>
          <w:sz w:val="20"/>
        </w:rPr>
        <w:t>dummy</w:t>
      </w:r>
      <w:proofErr w:type="spellEnd"/>
      <w:r w:rsidRPr="00F20607">
        <w:rPr>
          <w:sz w:val="20"/>
        </w:rPr>
        <w:t xml:space="preserve"> </w:t>
      </w:r>
      <w:proofErr w:type="spellStart"/>
      <w:r w:rsidRPr="00F20607">
        <w:rPr>
          <w:sz w:val="20"/>
        </w:rPr>
        <w:t>text</w:t>
      </w:r>
      <w:proofErr w:type="spellEnd"/>
      <w:r w:rsidRPr="00F20607">
        <w:rPr>
          <w:sz w:val="20"/>
        </w:rPr>
        <w:t xml:space="preserve"> </w:t>
      </w:r>
      <w:proofErr w:type="spellStart"/>
      <w:r w:rsidRPr="00F20607">
        <w:rPr>
          <w:sz w:val="20"/>
        </w:rPr>
        <w:t>ever</w:t>
      </w:r>
      <w:proofErr w:type="spellEnd"/>
      <w:r w:rsidRPr="00F20607">
        <w:rPr>
          <w:sz w:val="20"/>
        </w:rPr>
        <w:t xml:space="preserve"> </w:t>
      </w:r>
      <w:proofErr w:type="spellStart"/>
      <w:r w:rsidRPr="00F20607">
        <w:rPr>
          <w:sz w:val="20"/>
        </w:rPr>
        <w:t>since</w:t>
      </w:r>
      <w:proofErr w:type="spellEnd"/>
      <w:r w:rsidRPr="00F20607">
        <w:rPr>
          <w:sz w:val="20"/>
        </w:rPr>
        <w:t xml:space="preserve"> the 1500s, </w:t>
      </w:r>
      <w:proofErr w:type="spellStart"/>
      <w:r w:rsidRPr="00F20607">
        <w:rPr>
          <w:sz w:val="20"/>
        </w:rPr>
        <w:t>when</w:t>
      </w:r>
      <w:proofErr w:type="spellEnd"/>
      <w:r w:rsidRPr="00F20607">
        <w:rPr>
          <w:sz w:val="20"/>
        </w:rPr>
        <w:t xml:space="preserve"> an </w:t>
      </w:r>
      <w:proofErr w:type="spellStart"/>
      <w:r w:rsidRPr="00F20607">
        <w:rPr>
          <w:sz w:val="20"/>
        </w:rPr>
        <w:t>unknown</w:t>
      </w:r>
      <w:proofErr w:type="spellEnd"/>
      <w:r w:rsidRPr="00F20607">
        <w:rPr>
          <w:sz w:val="20"/>
        </w:rPr>
        <w:t xml:space="preserve"> printer </w:t>
      </w:r>
      <w:proofErr w:type="spellStart"/>
      <w:r w:rsidRPr="00F20607">
        <w:rPr>
          <w:sz w:val="20"/>
        </w:rPr>
        <w:t>took</w:t>
      </w:r>
      <w:proofErr w:type="spellEnd"/>
      <w:r w:rsidRPr="00F20607">
        <w:rPr>
          <w:sz w:val="20"/>
        </w:rPr>
        <w:t xml:space="preserve"> a </w:t>
      </w:r>
      <w:proofErr w:type="spellStart"/>
      <w:r w:rsidRPr="00F20607">
        <w:rPr>
          <w:sz w:val="20"/>
        </w:rPr>
        <w:t>galley</w:t>
      </w:r>
      <w:proofErr w:type="spellEnd"/>
      <w:r w:rsidRPr="00F20607">
        <w:rPr>
          <w:sz w:val="20"/>
        </w:rPr>
        <w:t xml:space="preserve"> of type and </w:t>
      </w:r>
      <w:proofErr w:type="spellStart"/>
      <w:r w:rsidRPr="00F20607">
        <w:rPr>
          <w:sz w:val="20"/>
        </w:rPr>
        <w:t>scrambled</w:t>
      </w:r>
      <w:proofErr w:type="spellEnd"/>
      <w:r w:rsidRPr="00F20607">
        <w:rPr>
          <w:sz w:val="20"/>
        </w:rPr>
        <w:t xml:space="preserve"> </w:t>
      </w:r>
      <w:proofErr w:type="spellStart"/>
      <w:r w:rsidRPr="00F20607">
        <w:rPr>
          <w:sz w:val="20"/>
        </w:rPr>
        <w:t>it</w:t>
      </w:r>
      <w:proofErr w:type="spellEnd"/>
      <w:r w:rsidRPr="00F20607">
        <w:rPr>
          <w:sz w:val="20"/>
        </w:rPr>
        <w:t xml:space="preserve"> to </w:t>
      </w:r>
      <w:proofErr w:type="spellStart"/>
      <w:r w:rsidRPr="00F20607">
        <w:rPr>
          <w:sz w:val="20"/>
        </w:rPr>
        <w:t>make</w:t>
      </w:r>
      <w:proofErr w:type="spellEnd"/>
      <w:r w:rsidRPr="00F20607">
        <w:rPr>
          <w:sz w:val="20"/>
        </w:rPr>
        <w:t xml:space="preserve"> a type </w:t>
      </w:r>
      <w:proofErr w:type="spellStart"/>
      <w:r w:rsidRPr="00F20607">
        <w:rPr>
          <w:sz w:val="20"/>
        </w:rPr>
        <w:t>specimen</w:t>
      </w:r>
      <w:proofErr w:type="spellEnd"/>
      <w:r w:rsidRPr="00F20607">
        <w:rPr>
          <w:sz w:val="20"/>
        </w:rPr>
        <w:t xml:space="preserve"> book</w:t>
      </w:r>
      <w:r>
        <w:rPr>
          <w:sz w:val="20"/>
        </w:rPr>
        <w:t>.</w:t>
      </w:r>
    </w:p>
    <w:p w:rsidR="00992E5F" w:rsidRDefault="00992E5F" w:rsidP="003A0D8E">
      <w:pPr>
        <w:pStyle w:val="Texteparagraphee-formation"/>
        <w:spacing w:after="0"/>
        <w:rPr>
          <w:sz w:val="20"/>
          <w:szCs w:val="20"/>
        </w:rPr>
      </w:pPr>
    </w:p>
    <w:p w:rsidR="00BE2F36" w:rsidRPr="006471F2" w:rsidRDefault="00BE2F36" w:rsidP="003A0D8E">
      <w:pPr>
        <w:pStyle w:val="Texteparagraphee-formation"/>
        <w:spacing w:after="0"/>
        <w:rPr>
          <w:sz w:val="20"/>
          <w:szCs w:val="20"/>
        </w:rPr>
      </w:pPr>
    </w:p>
    <w:p w:rsidR="005F0B47" w:rsidRPr="006471F2" w:rsidRDefault="005F0B47" w:rsidP="003A0D8E">
      <w:pPr>
        <w:pStyle w:val="Sous-titree-formationOk"/>
        <w:spacing w:after="0"/>
        <w:rPr>
          <w:sz w:val="24"/>
          <w:szCs w:val="24"/>
        </w:rPr>
      </w:pPr>
      <w:r w:rsidRPr="006471F2">
        <w:rPr>
          <w:sz w:val="24"/>
          <w:szCs w:val="24"/>
        </w:rPr>
        <w:t>Prérequis généraux et modalité d’inscription</w:t>
      </w:r>
    </w:p>
    <w:p w:rsidR="005F0B47" w:rsidRPr="00992E5F" w:rsidRDefault="005F0B47" w:rsidP="003A0D8E">
      <w:pPr>
        <w:pStyle w:val="Texteparagraphee-formation"/>
        <w:spacing w:after="0"/>
        <w:rPr>
          <w:sz w:val="20"/>
          <w:szCs w:val="20"/>
        </w:rPr>
      </w:pPr>
      <w:r w:rsidRPr="00992E5F">
        <w:rPr>
          <w:sz w:val="20"/>
          <w:szCs w:val="20"/>
        </w:rPr>
        <w:t>Remplir le formulaire d’inscription</w:t>
      </w:r>
    </w:p>
    <w:p w:rsidR="005F0B47" w:rsidRPr="00992E5F" w:rsidRDefault="00992E5F" w:rsidP="003A0D8E">
      <w:pPr>
        <w:pStyle w:val="Texteparagraphee-formation"/>
        <w:spacing w:after="0"/>
        <w:rPr>
          <w:sz w:val="20"/>
          <w:szCs w:val="20"/>
        </w:rPr>
      </w:pPr>
      <w:r w:rsidRPr="00992E5F">
        <w:rPr>
          <w:sz w:val="20"/>
          <w:szCs w:val="20"/>
        </w:rPr>
        <w:t>Être</w:t>
      </w:r>
      <w:r w:rsidR="005F0B47" w:rsidRPr="00992E5F">
        <w:rPr>
          <w:sz w:val="20"/>
          <w:szCs w:val="20"/>
        </w:rPr>
        <w:t xml:space="preserve"> </w:t>
      </w:r>
      <w:r w:rsidR="00122FFA">
        <w:rPr>
          <w:sz w:val="20"/>
          <w:szCs w:val="20"/>
        </w:rPr>
        <w:t>muni d’un ordinateur avec une connexion internet</w:t>
      </w:r>
    </w:p>
    <w:p w:rsidR="005F0B47" w:rsidRPr="006471F2" w:rsidRDefault="005F0B47" w:rsidP="003A0D8E">
      <w:pPr>
        <w:pStyle w:val="Texteparagraphee-formation"/>
        <w:spacing w:after="0"/>
      </w:pPr>
    </w:p>
    <w:p w:rsidR="005F0B47" w:rsidRPr="006471F2" w:rsidRDefault="00992E5F" w:rsidP="003A0D8E">
      <w:pPr>
        <w:pStyle w:val="Sous-titree-formationOk"/>
        <w:spacing w:after="0"/>
        <w:rPr>
          <w:sz w:val="24"/>
          <w:szCs w:val="24"/>
        </w:rPr>
      </w:pPr>
      <w:r>
        <w:rPr>
          <w:sz w:val="24"/>
          <w:szCs w:val="24"/>
        </w:rPr>
        <w:t>Public</w:t>
      </w:r>
    </w:p>
    <w:p w:rsidR="005F0B47" w:rsidRPr="00992E5F" w:rsidRDefault="00BE2F36" w:rsidP="003A0D8E">
      <w:pPr>
        <w:pStyle w:val="Texteparagraphee-formation"/>
        <w:spacing w:after="0"/>
        <w:rPr>
          <w:sz w:val="20"/>
          <w:szCs w:val="20"/>
        </w:rPr>
      </w:pPr>
      <w:r w:rsidRPr="00992E5F">
        <w:rPr>
          <w:sz w:val="20"/>
          <w:szCs w:val="20"/>
        </w:rPr>
        <w:t>Être</w:t>
      </w:r>
      <w:r w:rsidR="005F0B47" w:rsidRPr="00992E5F">
        <w:rPr>
          <w:sz w:val="20"/>
          <w:szCs w:val="20"/>
        </w:rPr>
        <w:t xml:space="preserve"> membre ou être partenaire de l’IRD (dans la limite des places disponibles)</w:t>
      </w:r>
    </w:p>
    <w:p w:rsidR="005F0B47" w:rsidRPr="00992E5F" w:rsidRDefault="005F0B47" w:rsidP="003A0D8E">
      <w:pPr>
        <w:pStyle w:val="Texteparagraphee-formation"/>
        <w:spacing w:after="0"/>
        <w:rPr>
          <w:sz w:val="20"/>
          <w:szCs w:val="20"/>
        </w:rPr>
      </w:pPr>
      <w:r w:rsidRPr="00992E5F">
        <w:rPr>
          <w:sz w:val="20"/>
          <w:szCs w:val="20"/>
        </w:rPr>
        <w:t>En individuel sur poste de travail</w:t>
      </w:r>
      <w:bookmarkStart w:id="0" w:name="_GoBack"/>
      <w:bookmarkEnd w:id="0"/>
    </w:p>
    <w:p w:rsidR="005F0B47" w:rsidRPr="00992E5F" w:rsidRDefault="005F0B47" w:rsidP="003A0D8E">
      <w:pPr>
        <w:pStyle w:val="Texteparagraphee-formation"/>
        <w:spacing w:after="0"/>
        <w:rPr>
          <w:sz w:val="20"/>
          <w:szCs w:val="20"/>
        </w:rPr>
      </w:pPr>
      <w:r w:rsidRPr="00992E5F">
        <w:rPr>
          <w:sz w:val="20"/>
          <w:szCs w:val="20"/>
        </w:rPr>
        <w:t>En collectif sur des groupes de 4 à 12 personnes</w:t>
      </w:r>
    </w:p>
    <w:p w:rsidR="005F0B47" w:rsidRDefault="005F0B47" w:rsidP="003A0D8E">
      <w:pPr>
        <w:pStyle w:val="Texteparagraphee-formation"/>
        <w:spacing w:after="0"/>
        <w:rPr>
          <w:b/>
        </w:rPr>
      </w:pPr>
    </w:p>
    <w:p w:rsidR="00122FFA" w:rsidRPr="006471F2" w:rsidRDefault="00122FFA" w:rsidP="00122FFA">
      <w:pPr>
        <w:pStyle w:val="Sous-titree-formationOk"/>
        <w:spacing w:after="0"/>
        <w:rPr>
          <w:sz w:val="24"/>
          <w:szCs w:val="24"/>
        </w:rPr>
      </w:pPr>
      <w:r>
        <w:rPr>
          <w:sz w:val="24"/>
          <w:szCs w:val="24"/>
        </w:rPr>
        <w:t>Durée</w:t>
      </w:r>
    </w:p>
    <w:p w:rsidR="00122FFA" w:rsidRPr="00992E5F" w:rsidRDefault="00122FFA" w:rsidP="00122FFA">
      <w:pPr>
        <w:pStyle w:val="Texteparagraphee-formation"/>
        <w:spacing w:after="0"/>
        <w:rPr>
          <w:sz w:val="20"/>
          <w:szCs w:val="20"/>
        </w:rPr>
      </w:pPr>
      <w:proofErr w:type="gramStart"/>
      <w:r w:rsidRPr="00992E5F">
        <w:rPr>
          <w:sz w:val="20"/>
          <w:szCs w:val="20"/>
        </w:rPr>
        <w:t>x</w:t>
      </w:r>
      <w:proofErr w:type="gramEnd"/>
      <w:r w:rsidRPr="00992E5F">
        <w:rPr>
          <w:sz w:val="20"/>
          <w:szCs w:val="20"/>
        </w:rPr>
        <w:t xml:space="preserve"> jour(s)</w:t>
      </w:r>
    </w:p>
    <w:p w:rsidR="00122FFA" w:rsidRPr="006471F2" w:rsidRDefault="00122FFA" w:rsidP="00122FFA">
      <w:pPr>
        <w:pStyle w:val="Texteparagraphee-formation"/>
        <w:spacing w:after="0"/>
        <w:rPr>
          <w:sz w:val="20"/>
          <w:szCs w:val="20"/>
        </w:rPr>
      </w:pPr>
    </w:p>
    <w:p w:rsidR="00122FFA" w:rsidRPr="006471F2" w:rsidRDefault="00122FFA" w:rsidP="00122FFA">
      <w:pPr>
        <w:pStyle w:val="Sous-titree-formationOk"/>
        <w:spacing w:after="0"/>
        <w:rPr>
          <w:sz w:val="24"/>
          <w:szCs w:val="24"/>
        </w:rPr>
      </w:pPr>
      <w:r>
        <w:rPr>
          <w:sz w:val="24"/>
          <w:szCs w:val="24"/>
        </w:rPr>
        <w:t>Dates</w:t>
      </w:r>
    </w:p>
    <w:p w:rsidR="00122FFA" w:rsidRPr="00992E5F" w:rsidRDefault="00122FFA" w:rsidP="00122FFA">
      <w:pPr>
        <w:pStyle w:val="Texteparagraphee-formation"/>
        <w:spacing w:after="0"/>
        <w:rPr>
          <w:sz w:val="20"/>
          <w:szCs w:val="20"/>
        </w:rPr>
      </w:pPr>
      <w:proofErr w:type="gramStart"/>
      <w:r w:rsidRPr="00992E5F">
        <w:rPr>
          <w:sz w:val="20"/>
          <w:szCs w:val="20"/>
        </w:rPr>
        <w:t>du</w:t>
      </w:r>
      <w:proofErr w:type="gramEnd"/>
      <w:r w:rsidRPr="00992E5F">
        <w:rPr>
          <w:sz w:val="20"/>
          <w:szCs w:val="20"/>
        </w:rPr>
        <w:t xml:space="preserve"> xx/xx/xx au xx/xx/xx</w:t>
      </w:r>
    </w:p>
    <w:p w:rsidR="00122FFA" w:rsidRPr="006471F2" w:rsidRDefault="00122FFA" w:rsidP="003A0D8E">
      <w:pPr>
        <w:pStyle w:val="Texteparagraphee-formation"/>
        <w:spacing w:after="0"/>
        <w:rPr>
          <w:b/>
        </w:rPr>
      </w:pPr>
    </w:p>
    <w:p w:rsidR="005F0B47" w:rsidRPr="006471F2" w:rsidRDefault="005F0B47" w:rsidP="003A0D8E">
      <w:pPr>
        <w:pStyle w:val="Sous-titree-formationOk"/>
        <w:spacing w:after="0"/>
        <w:rPr>
          <w:sz w:val="24"/>
          <w:szCs w:val="24"/>
        </w:rPr>
      </w:pPr>
      <w:r w:rsidRPr="006471F2">
        <w:rPr>
          <w:sz w:val="24"/>
          <w:szCs w:val="24"/>
        </w:rPr>
        <w:t>Modalités pédagogiques</w:t>
      </w:r>
    </w:p>
    <w:p w:rsidR="005F0B47" w:rsidRPr="00992E5F" w:rsidRDefault="005F0B47" w:rsidP="003A0D8E">
      <w:pPr>
        <w:pStyle w:val="Texteparagraphee-formation"/>
        <w:spacing w:after="0"/>
        <w:rPr>
          <w:sz w:val="20"/>
          <w:szCs w:val="20"/>
        </w:rPr>
      </w:pPr>
      <w:r w:rsidRPr="00992E5F">
        <w:rPr>
          <w:sz w:val="20"/>
          <w:szCs w:val="20"/>
        </w:rPr>
        <w:t>Synchrone et Asynchrone</w:t>
      </w:r>
    </w:p>
    <w:p w:rsidR="005F0B47" w:rsidRPr="00992E5F" w:rsidRDefault="005F0B47" w:rsidP="003A0D8E">
      <w:pPr>
        <w:pStyle w:val="Texteparagraphee-formation"/>
        <w:spacing w:after="0"/>
        <w:rPr>
          <w:sz w:val="20"/>
          <w:szCs w:val="20"/>
        </w:rPr>
      </w:pPr>
      <w:r w:rsidRPr="00992E5F">
        <w:rPr>
          <w:sz w:val="20"/>
          <w:szCs w:val="20"/>
        </w:rPr>
        <w:t xml:space="preserve">Pédagogie active : </w:t>
      </w:r>
      <w:r w:rsidR="00BE2F36" w:rsidRPr="00992E5F">
        <w:rPr>
          <w:sz w:val="20"/>
          <w:szCs w:val="20"/>
        </w:rPr>
        <w:t>Étude</w:t>
      </w:r>
      <w:r w:rsidRPr="00992E5F">
        <w:rPr>
          <w:sz w:val="20"/>
          <w:szCs w:val="20"/>
        </w:rPr>
        <w:t xml:space="preserve"> de cas, mise en situation, Apport théorique</w:t>
      </w:r>
    </w:p>
    <w:p w:rsidR="005F0B47" w:rsidRPr="00992E5F" w:rsidRDefault="005F0B47" w:rsidP="003A0D8E">
      <w:pPr>
        <w:pStyle w:val="Texteparagraphee-formation"/>
        <w:spacing w:after="0"/>
        <w:rPr>
          <w:sz w:val="20"/>
          <w:szCs w:val="20"/>
        </w:rPr>
      </w:pPr>
      <w:r w:rsidRPr="00992E5F">
        <w:rPr>
          <w:sz w:val="20"/>
          <w:szCs w:val="20"/>
        </w:rPr>
        <w:t>Appui plateforme Mo</w:t>
      </w:r>
      <w:r w:rsidR="00BE2F36" w:rsidRPr="00992E5F">
        <w:rPr>
          <w:sz w:val="20"/>
          <w:szCs w:val="20"/>
        </w:rPr>
        <w:t>odle : activités pédagogiques et ressources numériques de formation</w:t>
      </w:r>
    </w:p>
    <w:p w:rsidR="005F0B47" w:rsidRPr="006471F2" w:rsidRDefault="005F0B47" w:rsidP="003A0D8E">
      <w:pPr>
        <w:pStyle w:val="Texteparagraphee-formation"/>
        <w:spacing w:after="0"/>
      </w:pPr>
    </w:p>
    <w:p w:rsidR="005F0B47" w:rsidRPr="006471F2" w:rsidRDefault="005F0B47" w:rsidP="003A0D8E">
      <w:pPr>
        <w:pStyle w:val="Sous-titree-formationOk"/>
        <w:spacing w:after="0"/>
        <w:rPr>
          <w:sz w:val="24"/>
          <w:szCs w:val="24"/>
        </w:rPr>
      </w:pPr>
      <w:r w:rsidRPr="006471F2">
        <w:rPr>
          <w:sz w:val="24"/>
          <w:szCs w:val="24"/>
        </w:rPr>
        <w:t>Intervenants</w:t>
      </w:r>
    </w:p>
    <w:p w:rsidR="00122FFA" w:rsidRDefault="005F0B47" w:rsidP="003A0D8E">
      <w:pPr>
        <w:pStyle w:val="Texteparagraphee-formation"/>
        <w:spacing w:after="0"/>
        <w:rPr>
          <w:color w:val="002060"/>
          <w:sz w:val="20"/>
          <w:szCs w:val="20"/>
        </w:rPr>
      </w:pPr>
      <w:r w:rsidRPr="006471F2">
        <w:rPr>
          <w:color w:val="002060"/>
          <w:sz w:val="20"/>
          <w:szCs w:val="20"/>
        </w:rPr>
        <w:t>Nom Prénom Fonction et rattachement Structure</w:t>
      </w:r>
    </w:p>
    <w:p w:rsidR="005F0B47" w:rsidRPr="006471F2" w:rsidRDefault="00122FFA" w:rsidP="003A0D8E">
      <w:pPr>
        <w:pStyle w:val="Texteparagraphee-formation"/>
        <w:spacing w:after="0"/>
        <w:rPr>
          <w:color w:val="002060"/>
          <w:sz w:val="20"/>
          <w:szCs w:val="20"/>
        </w:rPr>
      </w:pPr>
      <w:r>
        <w:rPr>
          <w:noProof/>
          <w:color w:val="002060"/>
          <w:sz w:val="20"/>
          <w:szCs w:val="2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-5080</wp:posOffset>
            </wp:positionH>
            <wp:positionV relativeFrom="paragraph">
              <wp:posOffset>29210</wp:posOffset>
            </wp:positionV>
            <wp:extent cx="176530" cy="95250"/>
            <wp:effectExtent l="0" t="0" r="0" b="0"/>
            <wp:wrapSquare wrapText="bothSides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NotaBene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6530" cy="952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color w:val="002060"/>
          <w:sz w:val="20"/>
          <w:szCs w:val="20"/>
        </w:rPr>
        <w:t>Si un seul intervenant le noter ici, si plusieurs, enlever la rubrique et noter l’intervenant dans les séquences.</w:t>
      </w:r>
    </w:p>
    <w:p w:rsidR="003A0D8E" w:rsidRPr="006471F2" w:rsidRDefault="003A0D8E" w:rsidP="003A0D8E">
      <w:pPr>
        <w:pStyle w:val="Texteparagraphee-formation"/>
        <w:spacing w:after="0"/>
        <w:rPr>
          <w:sz w:val="20"/>
          <w:szCs w:val="20"/>
        </w:rPr>
      </w:pPr>
    </w:p>
    <w:p w:rsidR="005F0B47" w:rsidRPr="006471F2" w:rsidRDefault="003A0D8E" w:rsidP="003A0D8E">
      <w:pPr>
        <w:pStyle w:val="Sous-titree-formationOk"/>
        <w:spacing w:after="0"/>
        <w:rPr>
          <w:sz w:val="24"/>
          <w:szCs w:val="24"/>
        </w:rPr>
      </w:pPr>
      <w:r w:rsidRPr="006471F2">
        <w:rPr>
          <w:sz w:val="24"/>
          <w:szCs w:val="24"/>
        </w:rPr>
        <w:t>Évaluation</w:t>
      </w:r>
      <w:r w:rsidR="005F0B47" w:rsidRPr="006471F2">
        <w:rPr>
          <w:sz w:val="24"/>
          <w:szCs w:val="24"/>
        </w:rPr>
        <w:t xml:space="preserve"> et sanction à l’issue de la formation</w:t>
      </w:r>
    </w:p>
    <w:p w:rsidR="005F0B47" w:rsidRPr="006471F2" w:rsidRDefault="005F0B47" w:rsidP="005F0B47">
      <w:pPr>
        <w:pStyle w:val="Texteparagraphee-formation"/>
        <w:rPr>
          <w:color w:val="002060"/>
          <w:sz w:val="20"/>
          <w:szCs w:val="20"/>
        </w:rPr>
      </w:pPr>
      <w:r w:rsidRPr="006471F2">
        <w:rPr>
          <w:color w:val="002060"/>
          <w:sz w:val="20"/>
          <w:szCs w:val="20"/>
        </w:rPr>
        <w:t>Attestation de suivi de formation</w:t>
      </w:r>
    </w:p>
    <w:p w:rsidR="005F0B47" w:rsidRPr="006471F2" w:rsidRDefault="005F0B47" w:rsidP="003A0D8E">
      <w:pPr>
        <w:pStyle w:val="Sous-titree-formationOk"/>
        <w:spacing w:after="0"/>
        <w:rPr>
          <w:sz w:val="24"/>
          <w:szCs w:val="24"/>
        </w:rPr>
      </w:pPr>
      <w:r w:rsidRPr="006471F2">
        <w:rPr>
          <w:sz w:val="24"/>
          <w:szCs w:val="24"/>
        </w:rPr>
        <w:t>Lieux et modalité de la formation</w:t>
      </w:r>
    </w:p>
    <w:p w:rsidR="005F0B47" w:rsidRPr="006471F2" w:rsidRDefault="005F0B47" w:rsidP="00662443">
      <w:pPr>
        <w:pStyle w:val="Texteparagraphee-formation"/>
        <w:spacing w:after="0"/>
        <w:rPr>
          <w:color w:val="002060"/>
          <w:sz w:val="20"/>
          <w:szCs w:val="20"/>
        </w:rPr>
      </w:pPr>
      <w:r w:rsidRPr="006471F2">
        <w:rPr>
          <w:color w:val="002060"/>
          <w:sz w:val="20"/>
          <w:szCs w:val="20"/>
        </w:rPr>
        <w:t xml:space="preserve">Présentiel : </w:t>
      </w:r>
      <w:r w:rsidR="004B03C9">
        <w:rPr>
          <w:color w:val="002060"/>
          <w:sz w:val="20"/>
          <w:szCs w:val="20"/>
        </w:rPr>
        <w:t>Montpellier</w:t>
      </w:r>
    </w:p>
    <w:p w:rsidR="003A0D8E" w:rsidRPr="006471F2" w:rsidRDefault="003A0D8E" w:rsidP="00662443">
      <w:pPr>
        <w:pStyle w:val="Sous-titree-formationOk"/>
        <w:spacing w:after="0"/>
        <w:rPr>
          <w:sz w:val="20"/>
          <w:szCs w:val="20"/>
        </w:rPr>
      </w:pPr>
    </w:p>
    <w:p w:rsidR="0011074B" w:rsidRPr="006471F2" w:rsidRDefault="0011074B" w:rsidP="00662443">
      <w:pPr>
        <w:pStyle w:val="Sous-titree-formationOk"/>
        <w:spacing w:after="0"/>
        <w:rPr>
          <w:sz w:val="20"/>
          <w:szCs w:val="20"/>
        </w:rPr>
      </w:pPr>
    </w:p>
    <w:p w:rsidR="005F0B47" w:rsidRPr="006471F2" w:rsidRDefault="005F0B47" w:rsidP="003A0D8E">
      <w:pPr>
        <w:pStyle w:val="Sous-titree-formationOk"/>
        <w:spacing w:after="0"/>
        <w:rPr>
          <w:sz w:val="24"/>
          <w:szCs w:val="24"/>
        </w:rPr>
      </w:pPr>
      <w:r w:rsidRPr="006471F2">
        <w:rPr>
          <w:sz w:val="24"/>
          <w:szCs w:val="24"/>
        </w:rPr>
        <w:t>Objectifs pédagogiques</w:t>
      </w:r>
    </w:p>
    <w:p w:rsidR="003A0D8E" w:rsidRPr="006471F2" w:rsidRDefault="003A0D8E" w:rsidP="003A0D8E">
      <w:pPr>
        <w:pStyle w:val="Texteparagraphee-formation"/>
        <w:spacing w:after="0"/>
        <w:rPr>
          <w:b/>
          <w:sz w:val="20"/>
          <w:szCs w:val="20"/>
        </w:rPr>
      </w:pPr>
    </w:p>
    <w:p w:rsidR="005F0B47" w:rsidRPr="00992E5F" w:rsidRDefault="005F0B47" w:rsidP="00992E5F">
      <w:pPr>
        <w:pStyle w:val="Sous-titree-formationOk"/>
        <w:rPr>
          <w:sz w:val="24"/>
          <w:szCs w:val="24"/>
        </w:rPr>
      </w:pPr>
      <w:r w:rsidRPr="00992E5F">
        <w:rPr>
          <w:sz w:val="24"/>
          <w:szCs w:val="24"/>
        </w:rPr>
        <w:t xml:space="preserve">Séquence 1 : </w:t>
      </w:r>
      <w:r w:rsidR="00F0163E" w:rsidRPr="00992E5F">
        <w:rPr>
          <w:sz w:val="24"/>
          <w:szCs w:val="24"/>
        </w:rPr>
        <w:t>Saisir une fiche contrat</w:t>
      </w:r>
      <w:r w:rsidRPr="00992E5F">
        <w:rPr>
          <w:sz w:val="24"/>
          <w:szCs w:val="24"/>
        </w:rPr>
        <w:t xml:space="preserve"> -  Durée x jours – Animé par Prénom Nom</w:t>
      </w:r>
    </w:p>
    <w:p w:rsidR="005F0B47" w:rsidRPr="006471F2" w:rsidRDefault="005F0B47" w:rsidP="003A0D8E">
      <w:pPr>
        <w:pStyle w:val="Texteparagraphee-formation"/>
        <w:spacing w:after="0"/>
        <w:rPr>
          <w:color w:val="002060"/>
          <w:sz w:val="20"/>
          <w:szCs w:val="20"/>
        </w:rPr>
      </w:pPr>
      <w:r w:rsidRPr="006471F2">
        <w:rPr>
          <w:color w:val="002060"/>
          <w:sz w:val="20"/>
          <w:szCs w:val="20"/>
        </w:rPr>
        <w:t>Au terme de ce module, vous serez en mesure de :</w:t>
      </w:r>
    </w:p>
    <w:p w:rsidR="005F0B47" w:rsidRPr="00992E5F" w:rsidRDefault="005F0B47" w:rsidP="00992E5F">
      <w:pPr>
        <w:pStyle w:val="Texteparagraphee-formation"/>
        <w:numPr>
          <w:ilvl w:val="0"/>
          <w:numId w:val="11"/>
        </w:numPr>
        <w:spacing w:after="0"/>
        <w:rPr>
          <w:sz w:val="20"/>
          <w:szCs w:val="20"/>
        </w:rPr>
      </w:pPr>
      <w:r w:rsidRPr="00992E5F">
        <w:rPr>
          <w:sz w:val="20"/>
          <w:szCs w:val="20"/>
        </w:rPr>
        <w:t>Connaître et identifier</w:t>
      </w:r>
      <w:r w:rsidR="00F0163E" w:rsidRPr="00992E5F">
        <w:rPr>
          <w:sz w:val="20"/>
          <w:szCs w:val="20"/>
        </w:rPr>
        <w:t xml:space="preserve"> les éléments constitutifs du contrat juridique</w:t>
      </w:r>
    </w:p>
    <w:p w:rsidR="00F0163E" w:rsidRPr="00992E5F" w:rsidRDefault="00F0163E" w:rsidP="00992E5F">
      <w:pPr>
        <w:pStyle w:val="Texteparagraphee-formation"/>
        <w:numPr>
          <w:ilvl w:val="0"/>
          <w:numId w:val="11"/>
        </w:numPr>
        <w:spacing w:after="0"/>
        <w:rPr>
          <w:sz w:val="20"/>
          <w:szCs w:val="20"/>
        </w:rPr>
      </w:pPr>
      <w:r w:rsidRPr="00992E5F">
        <w:rPr>
          <w:sz w:val="20"/>
          <w:szCs w:val="20"/>
        </w:rPr>
        <w:t>Créer la fiche contrat</w:t>
      </w:r>
    </w:p>
    <w:p w:rsidR="005F0B47" w:rsidRPr="006471F2" w:rsidRDefault="005F0B47" w:rsidP="003A0D8E">
      <w:pPr>
        <w:pStyle w:val="Texteparagraphee-formation"/>
        <w:spacing w:after="0"/>
        <w:rPr>
          <w:b/>
          <w:sz w:val="20"/>
          <w:szCs w:val="20"/>
        </w:rPr>
      </w:pPr>
      <w:r w:rsidRPr="006471F2">
        <w:rPr>
          <w:b/>
          <w:sz w:val="20"/>
          <w:szCs w:val="20"/>
        </w:rPr>
        <w:t>Prérequis S1</w:t>
      </w:r>
    </w:p>
    <w:p w:rsidR="005F0B47" w:rsidRDefault="00F0163E" w:rsidP="003A0D8E">
      <w:pPr>
        <w:pStyle w:val="Texteparagraphee-formation"/>
        <w:rPr>
          <w:sz w:val="20"/>
          <w:szCs w:val="20"/>
        </w:rPr>
      </w:pPr>
      <w:r w:rsidRPr="006471F2">
        <w:rPr>
          <w:sz w:val="20"/>
          <w:szCs w:val="20"/>
        </w:rPr>
        <w:t>Avoir eu un échange avec le porteur de projet (PP)</w:t>
      </w:r>
    </w:p>
    <w:p w:rsidR="006511B8" w:rsidRDefault="006511B8">
      <w:pPr>
        <w:spacing w:after="160" w:line="259" w:lineRule="auto"/>
        <w:rPr>
          <w:rFonts w:ascii="Arial" w:eastAsia="Times New Roman" w:hAnsi="Arial" w:cs="Arial"/>
          <w:b/>
          <w:bCs/>
          <w:color w:val="EB672F"/>
          <w:sz w:val="24"/>
          <w:szCs w:val="24"/>
          <w:lang w:eastAsia="fr-FR"/>
        </w:rPr>
      </w:pPr>
      <w:r>
        <w:rPr>
          <w:sz w:val="24"/>
          <w:szCs w:val="24"/>
        </w:rPr>
        <w:br w:type="page"/>
      </w:r>
    </w:p>
    <w:p w:rsidR="005F0B47" w:rsidRPr="00992E5F" w:rsidRDefault="005F0B47" w:rsidP="00992E5F">
      <w:pPr>
        <w:pStyle w:val="Sous-titree-formationOk"/>
        <w:rPr>
          <w:sz w:val="24"/>
          <w:szCs w:val="24"/>
        </w:rPr>
      </w:pPr>
      <w:r w:rsidRPr="00992E5F">
        <w:rPr>
          <w:sz w:val="24"/>
          <w:szCs w:val="24"/>
        </w:rPr>
        <w:lastRenderedPageBreak/>
        <w:t>Séquence 2 : Titre explicite</w:t>
      </w:r>
      <w:r w:rsidR="00B14FEF" w:rsidRPr="00992E5F">
        <w:rPr>
          <w:sz w:val="24"/>
          <w:szCs w:val="24"/>
        </w:rPr>
        <w:t xml:space="preserve"> </w:t>
      </w:r>
      <w:r w:rsidRPr="00992E5F">
        <w:rPr>
          <w:sz w:val="24"/>
          <w:szCs w:val="24"/>
        </w:rPr>
        <w:t>-  Durée x jours – Animé par Prénom Nom</w:t>
      </w:r>
    </w:p>
    <w:p w:rsidR="005F0B47" w:rsidRPr="006471F2" w:rsidRDefault="005F0B47" w:rsidP="003A0D8E">
      <w:pPr>
        <w:pStyle w:val="Texteparagraphee-formation"/>
        <w:spacing w:after="0"/>
        <w:rPr>
          <w:sz w:val="20"/>
          <w:szCs w:val="20"/>
        </w:rPr>
      </w:pPr>
      <w:r w:rsidRPr="006471F2">
        <w:rPr>
          <w:sz w:val="20"/>
          <w:szCs w:val="20"/>
        </w:rPr>
        <w:t>Au terme de ce module, vous serez en mesure de :</w:t>
      </w:r>
    </w:p>
    <w:p w:rsidR="005F0B47" w:rsidRPr="00DC33B2" w:rsidRDefault="005F0B47" w:rsidP="00DC33B2">
      <w:pPr>
        <w:pStyle w:val="Texteparagraphee-formation"/>
        <w:numPr>
          <w:ilvl w:val="0"/>
          <w:numId w:val="11"/>
        </w:numPr>
        <w:spacing w:after="0"/>
        <w:rPr>
          <w:sz w:val="20"/>
          <w:szCs w:val="20"/>
        </w:rPr>
      </w:pPr>
      <w:r w:rsidRPr="00DC33B2">
        <w:rPr>
          <w:sz w:val="20"/>
          <w:szCs w:val="20"/>
        </w:rPr>
        <w:t>Exporter</w:t>
      </w:r>
    </w:p>
    <w:p w:rsidR="005F0B47" w:rsidRPr="00DC33B2" w:rsidRDefault="005F0B47" w:rsidP="00DC33B2">
      <w:pPr>
        <w:pStyle w:val="Texteparagraphee-formation"/>
        <w:numPr>
          <w:ilvl w:val="0"/>
          <w:numId w:val="11"/>
        </w:numPr>
        <w:spacing w:after="0"/>
        <w:rPr>
          <w:sz w:val="20"/>
          <w:szCs w:val="20"/>
        </w:rPr>
      </w:pPr>
      <w:r w:rsidRPr="00DC33B2">
        <w:rPr>
          <w:sz w:val="20"/>
          <w:szCs w:val="20"/>
        </w:rPr>
        <w:t>Réaliser</w:t>
      </w:r>
    </w:p>
    <w:p w:rsidR="005F0B47" w:rsidRPr="00DC33B2" w:rsidRDefault="005F0B47" w:rsidP="00DC33B2">
      <w:pPr>
        <w:pStyle w:val="Texteparagraphee-formation"/>
        <w:numPr>
          <w:ilvl w:val="0"/>
          <w:numId w:val="11"/>
        </w:numPr>
        <w:spacing w:after="0"/>
        <w:rPr>
          <w:sz w:val="20"/>
          <w:szCs w:val="20"/>
        </w:rPr>
      </w:pPr>
      <w:r w:rsidRPr="00DC33B2">
        <w:rPr>
          <w:sz w:val="20"/>
          <w:szCs w:val="20"/>
        </w:rPr>
        <w:t>Analyser</w:t>
      </w:r>
    </w:p>
    <w:p w:rsidR="005F0B47" w:rsidRPr="006471F2" w:rsidRDefault="0011074B" w:rsidP="003A0D8E">
      <w:pPr>
        <w:pStyle w:val="Texteparagraphee-formation"/>
        <w:spacing w:after="0"/>
        <w:rPr>
          <w:b/>
          <w:sz w:val="20"/>
          <w:szCs w:val="20"/>
        </w:rPr>
      </w:pPr>
      <w:r w:rsidRPr="006471F2">
        <w:rPr>
          <w:b/>
          <w:sz w:val="20"/>
          <w:szCs w:val="20"/>
        </w:rPr>
        <w:t>Prérequis S2</w:t>
      </w:r>
    </w:p>
    <w:p w:rsidR="00C40D8E" w:rsidRPr="006471F2" w:rsidRDefault="00F0163E" w:rsidP="00BE2F36">
      <w:pPr>
        <w:pStyle w:val="Texteparagraphee-formation"/>
        <w:spacing w:after="0"/>
        <w:rPr>
          <w:sz w:val="20"/>
          <w:szCs w:val="20"/>
        </w:rPr>
      </w:pPr>
      <w:r w:rsidRPr="006471F2">
        <w:rPr>
          <w:sz w:val="20"/>
          <w:szCs w:val="20"/>
        </w:rPr>
        <w:t>Avoir saisi la fiche contrat</w:t>
      </w:r>
    </w:p>
    <w:p w:rsidR="0011074B" w:rsidRPr="006471F2" w:rsidRDefault="0011074B" w:rsidP="00BE2F36">
      <w:pPr>
        <w:pStyle w:val="Texteparagraphee-formation"/>
        <w:spacing w:after="0"/>
        <w:rPr>
          <w:sz w:val="20"/>
          <w:szCs w:val="20"/>
        </w:rPr>
      </w:pPr>
    </w:p>
    <w:p w:rsidR="0011074B" w:rsidRPr="006471F2" w:rsidRDefault="0011074B" w:rsidP="00BD3B67">
      <w:pPr>
        <w:pStyle w:val="Sous-titree-formationOk"/>
        <w:rPr>
          <w:sz w:val="24"/>
          <w:szCs w:val="24"/>
        </w:rPr>
      </w:pPr>
      <w:r w:rsidRPr="006471F2">
        <w:rPr>
          <w:sz w:val="24"/>
          <w:szCs w:val="24"/>
        </w:rPr>
        <w:t>Séquence 3 : Titre explicite -  Durée x jours – Animé par Prénom Nom</w:t>
      </w:r>
    </w:p>
    <w:p w:rsidR="0011074B" w:rsidRPr="006471F2" w:rsidRDefault="0011074B" w:rsidP="0011074B">
      <w:pPr>
        <w:pStyle w:val="Texteparagraphee-formation"/>
        <w:spacing w:after="0"/>
        <w:rPr>
          <w:color w:val="002060"/>
          <w:sz w:val="20"/>
          <w:szCs w:val="20"/>
        </w:rPr>
      </w:pPr>
      <w:r w:rsidRPr="006471F2">
        <w:rPr>
          <w:color w:val="002060"/>
          <w:sz w:val="20"/>
          <w:szCs w:val="20"/>
        </w:rPr>
        <w:t>Au terme de ce module, vous serez en mesure de :</w:t>
      </w:r>
    </w:p>
    <w:p w:rsidR="0011074B" w:rsidRPr="00992E5F" w:rsidRDefault="0011074B" w:rsidP="00992E5F">
      <w:pPr>
        <w:pStyle w:val="Texteparagraphee-formation"/>
        <w:numPr>
          <w:ilvl w:val="0"/>
          <w:numId w:val="11"/>
        </w:numPr>
        <w:spacing w:after="0"/>
        <w:rPr>
          <w:sz w:val="20"/>
          <w:szCs w:val="20"/>
        </w:rPr>
      </w:pPr>
      <w:r w:rsidRPr="00992E5F">
        <w:rPr>
          <w:sz w:val="20"/>
          <w:szCs w:val="20"/>
        </w:rPr>
        <w:t>Situer</w:t>
      </w:r>
    </w:p>
    <w:p w:rsidR="0011074B" w:rsidRPr="00992E5F" w:rsidRDefault="0011074B" w:rsidP="00992E5F">
      <w:pPr>
        <w:pStyle w:val="Texteparagraphee-formation"/>
        <w:numPr>
          <w:ilvl w:val="0"/>
          <w:numId w:val="11"/>
        </w:numPr>
        <w:spacing w:after="0"/>
        <w:rPr>
          <w:sz w:val="20"/>
          <w:szCs w:val="20"/>
        </w:rPr>
      </w:pPr>
      <w:r w:rsidRPr="00992E5F">
        <w:rPr>
          <w:sz w:val="20"/>
          <w:szCs w:val="20"/>
        </w:rPr>
        <w:t>Connaître et identifier</w:t>
      </w:r>
    </w:p>
    <w:p w:rsidR="0011074B" w:rsidRPr="00992E5F" w:rsidRDefault="0011074B" w:rsidP="00992E5F">
      <w:pPr>
        <w:pStyle w:val="Texteparagraphee-formation"/>
        <w:numPr>
          <w:ilvl w:val="0"/>
          <w:numId w:val="11"/>
        </w:numPr>
        <w:spacing w:after="0"/>
        <w:rPr>
          <w:sz w:val="20"/>
          <w:szCs w:val="20"/>
        </w:rPr>
      </w:pPr>
      <w:r w:rsidRPr="00992E5F">
        <w:rPr>
          <w:sz w:val="20"/>
          <w:szCs w:val="20"/>
        </w:rPr>
        <w:t>Gérer</w:t>
      </w:r>
    </w:p>
    <w:p w:rsidR="0011074B" w:rsidRPr="006471F2" w:rsidRDefault="0011074B" w:rsidP="0011074B">
      <w:pPr>
        <w:pStyle w:val="Texteparagraphee-formation"/>
        <w:spacing w:after="0"/>
        <w:rPr>
          <w:b/>
          <w:sz w:val="20"/>
          <w:szCs w:val="20"/>
        </w:rPr>
      </w:pPr>
      <w:r w:rsidRPr="006471F2">
        <w:rPr>
          <w:b/>
          <w:sz w:val="20"/>
          <w:szCs w:val="20"/>
        </w:rPr>
        <w:t>Prérequis S3</w:t>
      </w:r>
    </w:p>
    <w:p w:rsidR="0011074B" w:rsidRPr="006471F2" w:rsidRDefault="0011074B" w:rsidP="0011074B">
      <w:pPr>
        <w:pStyle w:val="Texteparagraphee-formation"/>
        <w:rPr>
          <w:sz w:val="20"/>
          <w:szCs w:val="20"/>
        </w:rPr>
      </w:pPr>
      <w:r w:rsidRPr="006471F2">
        <w:rPr>
          <w:sz w:val="20"/>
          <w:szCs w:val="20"/>
        </w:rPr>
        <w:t xml:space="preserve">Maitriser les connaissances élémentaires sur </w:t>
      </w:r>
    </w:p>
    <w:p w:rsidR="0011074B" w:rsidRPr="006471F2" w:rsidRDefault="0011074B" w:rsidP="0011074B">
      <w:pPr>
        <w:pStyle w:val="Texteparagraphee-formation"/>
        <w:rPr>
          <w:b/>
          <w:sz w:val="20"/>
          <w:szCs w:val="20"/>
        </w:rPr>
      </w:pPr>
    </w:p>
    <w:p w:rsidR="0011074B" w:rsidRPr="006471F2" w:rsidRDefault="0011074B" w:rsidP="006471F2">
      <w:pPr>
        <w:pStyle w:val="Sous-titree-formationOk"/>
        <w:rPr>
          <w:sz w:val="24"/>
          <w:szCs w:val="24"/>
        </w:rPr>
      </w:pPr>
      <w:r w:rsidRPr="006471F2">
        <w:rPr>
          <w:sz w:val="24"/>
          <w:szCs w:val="24"/>
        </w:rPr>
        <w:t>Séquence 4 : Titre explicite -  Durée x jours – Animé par Prénom Nom</w:t>
      </w:r>
    </w:p>
    <w:p w:rsidR="0011074B" w:rsidRPr="006471F2" w:rsidRDefault="0011074B" w:rsidP="0011074B">
      <w:pPr>
        <w:pStyle w:val="Texteparagraphee-formation"/>
        <w:spacing w:after="0"/>
        <w:rPr>
          <w:sz w:val="20"/>
          <w:szCs w:val="20"/>
        </w:rPr>
      </w:pPr>
      <w:r w:rsidRPr="006471F2">
        <w:rPr>
          <w:sz w:val="20"/>
          <w:szCs w:val="20"/>
        </w:rPr>
        <w:t>Au terme de ce module, vous serez en mesure de :</w:t>
      </w:r>
    </w:p>
    <w:p w:rsidR="0011074B" w:rsidRPr="00992E5F" w:rsidRDefault="0011074B" w:rsidP="00992E5F">
      <w:pPr>
        <w:pStyle w:val="Texteparagraphee-formation"/>
        <w:numPr>
          <w:ilvl w:val="0"/>
          <w:numId w:val="11"/>
        </w:numPr>
        <w:spacing w:after="0"/>
        <w:rPr>
          <w:sz w:val="20"/>
          <w:szCs w:val="20"/>
        </w:rPr>
      </w:pPr>
      <w:r w:rsidRPr="00992E5F">
        <w:rPr>
          <w:sz w:val="20"/>
          <w:szCs w:val="20"/>
        </w:rPr>
        <w:t>Exporter</w:t>
      </w:r>
    </w:p>
    <w:p w:rsidR="0011074B" w:rsidRPr="00992E5F" w:rsidRDefault="0011074B" w:rsidP="00992E5F">
      <w:pPr>
        <w:pStyle w:val="Texteparagraphee-formation"/>
        <w:numPr>
          <w:ilvl w:val="0"/>
          <w:numId w:val="11"/>
        </w:numPr>
        <w:spacing w:after="0"/>
        <w:rPr>
          <w:sz w:val="20"/>
          <w:szCs w:val="20"/>
        </w:rPr>
      </w:pPr>
      <w:r w:rsidRPr="00992E5F">
        <w:rPr>
          <w:sz w:val="20"/>
          <w:szCs w:val="20"/>
        </w:rPr>
        <w:t>Réaliser</w:t>
      </w:r>
    </w:p>
    <w:p w:rsidR="0011074B" w:rsidRPr="00992E5F" w:rsidRDefault="0011074B" w:rsidP="00992E5F">
      <w:pPr>
        <w:pStyle w:val="Texteparagraphee-formation"/>
        <w:numPr>
          <w:ilvl w:val="0"/>
          <w:numId w:val="11"/>
        </w:numPr>
        <w:spacing w:after="0"/>
        <w:rPr>
          <w:sz w:val="20"/>
          <w:szCs w:val="20"/>
        </w:rPr>
      </w:pPr>
      <w:r w:rsidRPr="00992E5F">
        <w:rPr>
          <w:sz w:val="20"/>
          <w:szCs w:val="20"/>
        </w:rPr>
        <w:t>Analyser</w:t>
      </w:r>
    </w:p>
    <w:p w:rsidR="0011074B" w:rsidRPr="006471F2" w:rsidRDefault="0011074B" w:rsidP="0011074B">
      <w:pPr>
        <w:pStyle w:val="Texteparagraphee-formation"/>
        <w:spacing w:after="0"/>
        <w:rPr>
          <w:b/>
          <w:sz w:val="20"/>
          <w:szCs w:val="20"/>
        </w:rPr>
      </w:pPr>
      <w:r w:rsidRPr="006471F2">
        <w:rPr>
          <w:b/>
          <w:sz w:val="20"/>
          <w:szCs w:val="20"/>
        </w:rPr>
        <w:t>Prérequis S4</w:t>
      </w:r>
    </w:p>
    <w:p w:rsidR="0011074B" w:rsidRPr="006471F2" w:rsidRDefault="00992E5F" w:rsidP="0011074B">
      <w:pPr>
        <w:pStyle w:val="Texteparagraphee-formation"/>
        <w:spacing w:after="0"/>
        <w:rPr>
          <w:color w:val="85AC88"/>
          <w:sz w:val="20"/>
          <w:szCs w:val="20"/>
        </w:rPr>
      </w:pPr>
      <w:r>
        <w:rPr>
          <w:sz w:val="20"/>
          <w:szCs w:val="20"/>
        </w:rPr>
        <w:t>Avoir réalisé le travail demandé</w:t>
      </w:r>
    </w:p>
    <w:p w:rsidR="0011074B" w:rsidRPr="006471F2" w:rsidRDefault="0011074B" w:rsidP="00BE2F36">
      <w:pPr>
        <w:pStyle w:val="Texteparagraphee-formation"/>
        <w:spacing w:after="0"/>
        <w:rPr>
          <w:color w:val="85AC88"/>
          <w:sz w:val="20"/>
          <w:szCs w:val="20"/>
        </w:rPr>
      </w:pPr>
    </w:p>
    <w:p w:rsidR="0011074B" w:rsidRPr="006471F2" w:rsidRDefault="0011074B" w:rsidP="006471F2">
      <w:pPr>
        <w:pStyle w:val="Sous-titree-formationOk"/>
        <w:rPr>
          <w:sz w:val="24"/>
          <w:szCs w:val="24"/>
        </w:rPr>
      </w:pPr>
      <w:r w:rsidRPr="006471F2">
        <w:rPr>
          <w:sz w:val="24"/>
          <w:szCs w:val="24"/>
        </w:rPr>
        <w:t>Séquence 5 : Titre explicite -  Durée x jours – Animé par Prénom Nom</w:t>
      </w:r>
    </w:p>
    <w:p w:rsidR="0011074B" w:rsidRPr="006471F2" w:rsidRDefault="0011074B" w:rsidP="0011074B">
      <w:pPr>
        <w:pStyle w:val="Texteparagraphee-formation"/>
        <w:spacing w:after="0"/>
        <w:rPr>
          <w:sz w:val="20"/>
          <w:szCs w:val="20"/>
        </w:rPr>
      </w:pPr>
      <w:r w:rsidRPr="006471F2">
        <w:rPr>
          <w:sz w:val="20"/>
          <w:szCs w:val="20"/>
        </w:rPr>
        <w:t>Au terme de ce module, vous serez en mesure de :</w:t>
      </w:r>
    </w:p>
    <w:p w:rsidR="0011074B" w:rsidRPr="00992E5F" w:rsidRDefault="0011074B" w:rsidP="00992E5F">
      <w:pPr>
        <w:pStyle w:val="Texteparagraphee-formation"/>
        <w:numPr>
          <w:ilvl w:val="0"/>
          <w:numId w:val="11"/>
        </w:numPr>
        <w:spacing w:after="0"/>
        <w:rPr>
          <w:sz w:val="20"/>
          <w:szCs w:val="20"/>
        </w:rPr>
      </w:pPr>
      <w:r w:rsidRPr="00992E5F">
        <w:rPr>
          <w:sz w:val="20"/>
          <w:szCs w:val="20"/>
        </w:rPr>
        <w:t>Exporter</w:t>
      </w:r>
    </w:p>
    <w:p w:rsidR="0011074B" w:rsidRPr="00992E5F" w:rsidRDefault="0011074B" w:rsidP="00992E5F">
      <w:pPr>
        <w:pStyle w:val="Texteparagraphee-formation"/>
        <w:numPr>
          <w:ilvl w:val="0"/>
          <w:numId w:val="11"/>
        </w:numPr>
        <w:spacing w:after="0"/>
        <w:rPr>
          <w:sz w:val="20"/>
          <w:szCs w:val="20"/>
        </w:rPr>
      </w:pPr>
      <w:r w:rsidRPr="00992E5F">
        <w:rPr>
          <w:sz w:val="20"/>
          <w:szCs w:val="20"/>
        </w:rPr>
        <w:t>Réaliser</w:t>
      </w:r>
    </w:p>
    <w:p w:rsidR="0011074B" w:rsidRPr="00992E5F" w:rsidRDefault="0011074B" w:rsidP="00992E5F">
      <w:pPr>
        <w:pStyle w:val="Texteparagraphee-formation"/>
        <w:numPr>
          <w:ilvl w:val="0"/>
          <w:numId w:val="11"/>
        </w:numPr>
        <w:spacing w:after="0"/>
        <w:rPr>
          <w:sz w:val="20"/>
          <w:szCs w:val="20"/>
        </w:rPr>
      </w:pPr>
      <w:r w:rsidRPr="00992E5F">
        <w:rPr>
          <w:sz w:val="20"/>
          <w:szCs w:val="20"/>
        </w:rPr>
        <w:t>Analyser</w:t>
      </w:r>
    </w:p>
    <w:p w:rsidR="0011074B" w:rsidRPr="006471F2" w:rsidRDefault="0011074B" w:rsidP="0011074B">
      <w:pPr>
        <w:pStyle w:val="Texteparagraphee-formation"/>
        <w:spacing w:after="0"/>
        <w:rPr>
          <w:b/>
          <w:sz w:val="20"/>
          <w:szCs w:val="20"/>
        </w:rPr>
      </w:pPr>
      <w:r w:rsidRPr="006471F2">
        <w:rPr>
          <w:b/>
          <w:sz w:val="20"/>
          <w:szCs w:val="20"/>
        </w:rPr>
        <w:t>Prérequis S5</w:t>
      </w:r>
    </w:p>
    <w:p w:rsidR="0011074B" w:rsidRPr="006471F2" w:rsidRDefault="0011074B" w:rsidP="0011074B">
      <w:pPr>
        <w:pStyle w:val="Texteparagraphee-formation"/>
        <w:spacing w:after="0"/>
        <w:rPr>
          <w:color w:val="85AC88"/>
          <w:sz w:val="20"/>
          <w:szCs w:val="20"/>
        </w:rPr>
      </w:pPr>
      <w:r w:rsidRPr="006471F2">
        <w:rPr>
          <w:sz w:val="20"/>
          <w:szCs w:val="20"/>
        </w:rPr>
        <w:t xml:space="preserve">Maitriser </w:t>
      </w:r>
      <w:r w:rsidR="00992E5F">
        <w:rPr>
          <w:sz w:val="20"/>
          <w:szCs w:val="20"/>
        </w:rPr>
        <w:t>les connaissances de base des statistiques</w:t>
      </w:r>
    </w:p>
    <w:p w:rsidR="0011074B" w:rsidRDefault="0011074B" w:rsidP="00BE2F36">
      <w:pPr>
        <w:pStyle w:val="Texteparagraphee-formation"/>
        <w:spacing w:after="0"/>
        <w:rPr>
          <w:color w:val="85AC88"/>
          <w:sz w:val="20"/>
          <w:szCs w:val="20"/>
        </w:rPr>
      </w:pPr>
    </w:p>
    <w:p w:rsidR="00992E5F" w:rsidRPr="006471F2" w:rsidRDefault="00992E5F" w:rsidP="00992E5F">
      <w:pPr>
        <w:pStyle w:val="Sous-titree-formationOk"/>
        <w:rPr>
          <w:sz w:val="24"/>
          <w:szCs w:val="24"/>
        </w:rPr>
      </w:pPr>
      <w:r w:rsidRPr="006471F2">
        <w:rPr>
          <w:sz w:val="24"/>
          <w:szCs w:val="24"/>
        </w:rPr>
        <w:t xml:space="preserve">Séquence </w:t>
      </w:r>
      <w:r>
        <w:rPr>
          <w:sz w:val="24"/>
          <w:szCs w:val="24"/>
        </w:rPr>
        <w:t>6</w:t>
      </w:r>
      <w:r w:rsidRPr="006471F2">
        <w:rPr>
          <w:sz w:val="24"/>
          <w:szCs w:val="24"/>
        </w:rPr>
        <w:t> : Titre explicite -  Durée x jours – Animé par Prénom Nom</w:t>
      </w:r>
    </w:p>
    <w:p w:rsidR="00992E5F" w:rsidRPr="006471F2" w:rsidRDefault="00992E5F" w:rsidP="00992E5F">
      <w:pPr>
        <w:pStyle w:val="Texteparagraphee-formation"/>
        <w:spacing w:after="0"/>
        <w:rPr>
          <w:sz w:val="20"/>
          <w:szCs w:val="20"/>
        </w:rPr>
      </w:pPr>
      <w:r w:rsidRPr="006471F2">
        <w:rPr>
          <w:sz w:val="20"/>
          <w:szCs w:val="20"/>
        </w:rPr>
        <w:t>Au terme de ce module, vous serez en mesure de :</w:t>
      </w:r>
    </w:p>
    <w:p w:rsidR="00992E5F" w:rsidRPr="00992E5F" w:rsidRDefault="00992E5F" w:rsidP="00992E5F">
      <w:pPr>
        <w:pStyle w:val="Texteparagraphee-formation"/>
        <w:numPr>
          <w:ilvl w:val="0"/>
          <w:numId w:val="11"/>
        </w:numPr>
        <w:spacing w:after="0"/>
        <w:rPr>
          <w:sz w:val="20"/>
          <w:szCs w:val="20"/>
        </w:rPr>
      </w:pPr>
      <w:r w:rsidRPr="00992E5F">
        <w:rPr>
          <w:sz w:val="20"/>
          <w:szCs w:val="20"/>
        </w:rPr>
        <w:t>Exporter</w:t>
      </w:r>
    </w:p>
    <w:p w:rsidR="00992E5F" w:rsidRPr="00992E5F" w:rsidRDefault="00992E5F" w:rsidP="00992E5F">
      <w:pPr>
        <w:pStyle w:val="Texteparagraphee-formation"/>
        <w:numPr>
          <w:ilvl w:val="0"/>
          <w:numId w:val="11"/>
        </w:numPr>
        <w:spacing w:after="0"/>
        <w:rPr>
          <w:sz w:val="20"/>
          <w:szCs w:val="20"/>
        </w:rPr>
      </w:pPr>
      <w:r w:rsidRPr="00992E5F">
        <w:rPr>
          <w:sz w:val="20"/>
          <w:szCs w:val="20"/>
        </w:rPr>
        <w:t>Réaliser</w:t>
      </w:r>
    </w:p>
    <w:p w:rsidR="00992E5F" w:rsidRPr="00992E5F" w:rsidRDefault="00992E5F" w:rsidP="00992E5F">
      <w:pPr>
        <w:pStyle w:val="Texteparagraphee-formation"/>
        <w:numPr>
          <w:ilvl w:val="0"/>
          <w:numId w:val="11"/>
        </w:numPr>
        <w:spacing w:after="0"/>
        <w:rPr>
          <w:sz w:val="20"/>
          <w:szCs w:val="20"/>
        </w:rPr>
      </w:pPr>
      <w:r w:rsidRPr="00992E5F">
        <w:rPr>
          <w:sz w:val="20"/>
          <w:szCs w:val="20"/>
        </w:rPr>
        <w:t>Analyser</w:t>
      </w:r>
    </w:p>
    <w:p w:rsidR="00992E5F" w:rsidRPr="006471F2" w:rsidRDefault="00992E5F" w:rsidP="00992E5F">
      <w:pPr>
        <w:pStyle w:val="Texteparagraphee-formation"/>
        <w:spacing w:after="0"/>
        <w:rPr>
          <w:b/>
          <w:sz w:val="20"/>
          <w:szCs w:val="20"/>
        </w:rPr>
      </w:pPr>
      <w:r w:rsidRPr="006471F2">
        <w:rPr>
          <w:b/>
          <w:sz w:val="20"/>
          <w:szCs w:val="20"/>
        </w:rPr>
        <w:t>Prérequis S</w:t>
      </w:r>
      <w:r>
        <w:rPr>
          <w:b/>
          <w:sz w:val="20"/>
          <w:szCs w:val="20"/>
        </w:rPr>
        <w:t>6</w:t>
      </w:r>
    </w:p>
    <w:p w:rsidR="00992E5F" w:rsidRPr="006471F2" w:rsidRDefault="00992E5F" w:rsidP="00992E5F">
      <w:pPr>
        <w:pStyle w:val="Texteparagraphee-formation"/>
        <w:spacing w:after="0"/>
        <w:rPr>
          <w:color w:val="85AC88"/>
          <w:sz w:val="20"/>
          <w:szCs w:val="20"/>
        </w:rPr>
      </w:pPr>
      <w:r w:rsidRPr="006471F2">
        <w:rPr>
          <w:sz w:val="20"/>
          <w:szCs w:val="20"/>
        </w:rPr>
        <w:t xml:space="preserve">Maitriser l’environnement </w:t>
      </w:r>
      <w:r>
        <w:rPr>
          <w:sz w:val="20"/>
          <w:szCs w:val="20"/>
        </w:rPr>
        <w:t>Windows</w:t>
      </w:r>
    </w:p>
    <w:sectPr w:rsidR="00992E5F" w:rsidRPr="006471F2" w:rsidSect="006511B8">
      <w:headerReference w:type="default" r:id="rId8"/>
      <w:footerReference w:type="default" r:id="rId9"/>
      <w:pgSz w:w="11906" w:h="16838"/>
      <w:pgMar w:top="1418" w:right="1417" w:bottom="1134" w:left="1417" w:header="708" w:footer="139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2630D" w:rsidRDefault="00D2630D" w:rsidP="005642AC">
      <w:pPr>
        <w:spacing w:after="0" w:line="240" w:lineRule="auto"/>
      </w:pPr>
      <w:r>
        <w:separator/>
      </w:r>
    </w:p>
  </w:endnote>
  <w:endnote w:type="continuationSeparator" w:id="0">
    <w:p w:rsidR="00D2630D" w:rsidRDefault="00D2630D" w:rsidP="005642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11B8" w:rsidRDefault="006511B8">
    <w:pPr>
      <w:pStyle w:val="Pieddepage"/>
    </w:pPr>
    <w:r>
      <w:rPr>
        <w:noProof/>
        <w:lang w:eastAsia="fr-FR"/>
      </w:rPr>
      <w:drawing>
        <wp:anchor distT="0" distB="0" distL="114300" distR="114300" simplePos="0" relativeHeight="251661312" behindDoc="1" locked="0" layoutInCell="1" allowOverlap="1">
          <wp:simplePos x="0" y="0"/>
          <wp:positionH relativeFrom="column">
            <wp:posOffset>-1791335</wp:posOffset>
          </wp:positionH>
          <wp:positionV relativeFrom="paragraph">
            <wp:posOffset>366395</wp:posOffset>
          </wp:positionV>
          <wp:extent cx="8540750" cy="635000"/>
          <wp:effectExtent l="0" t="0" r="0" b="0"/>
          <wp:wrapNone/>
          <wp:docPr id="179" name="Image 17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bandeau frise pour A4 horizontal 29,7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40750" cy="635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2630D" w:rsidRDefault="00D2630D" w:rsidP="005642AC">
      <w:pPr>
        <w:spacing w:after="0" w:line="240" w:lineRule="auto"/>
      </w:pPr>
      <w:r>
        <w:separator/>
      </w:r>
    </w:p>
  </w:footnote>
  <w:footnote w:type="continuationSeparator" w:id="0">
    <w:p w:rsidR="00D2630D" w:rsidRDefault="00D2630D" w:rsidP="005642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7943" w:rsidRDefault="00D67943">
    <w:pPr>
      <w:pStyle w:val="En-tte"/>
    </w:pPr>
    <w:r>
      <w:rPr>
        <w:noProof/>
        <w:lang w:eastAsia="fr-FR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-391160</wp:posOffset>
          </wp:positionH>
          <wp:positionV relativeFrom="paragraph">
            <wp:posOffset>-139065</wp:posOffset>
          </wp:positionV>
          <wp:extent cx="1854200" cy="210185"/>
          <wp:effectExtent l="0" t="0" r="0" b="0"/>
          <wp:wrapSquare wrapText="bothSides"/>
          <wp:docPr id="178" name="Image 17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9" name="Logo IRDeformation couleur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54200" cy="2101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3" type="#_x0000_t75" style="width:249.75pt;height:249.75pt" o:bullet="t">
        <v:imagedata r:id="rId1" o:title="puce_turquiose"/>
      </v:shape>
    </w:pict>
  </w:numPicBullet>
  <w:numPicBullet w:numPicBulletId="1">
    <w:pict>
      <v:shape id="_x0000_i1034" type="#_x0000_t75" style="width:249.75pt;height:249.75pt" o:bullet="t">
        <v:imagedata r:id="rId2" o:title="puce_orange_foncé"/>
      </v:shape>
    </w:pict>
  </w:numPicBullet>
  <w:abstractNum w:abstractNumId="0" w15:restartNumberingAfterBreak="0">
    <w:nsid w:val="00DA57F8"/>
    <w:multiLevelType w:val="hybridMultilevel"/>
    <w:tmpl w:val="005C2228"/>
    <w:lvl w:ilvl="0" w:tplc="E33024AA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AB2F44"/>
    <w:multiLevelType w:val="multilevel"/>
    <w:tmpl w:val="04FC900C"/>
    <w:lvl w:ilvl="0">
      <w:start w:val="1"/>
      <w:numFmt w:val="bullet"/>
      <w:lvlText w:val="þ"/>
      <w:lvlJc w:val="left"/>
      <w:pPr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A5E5DC7"/>
    <w:multiLevelType w:val="hybridMultilevel"/>
    <w:tmpl w:val="C4E2CF1A"/>
    <w:lvl w:ilvl="0" w:tplc="E33024AA">
      <w:start w:val="1"/>
      <w:numFmt w:val="bullet"/>
      <w:pStyle w:val="PuceParagrahpe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2743DD"/>
    <w:multiLevelType w:val="hybridMultilevel"/>
    <w:tmpl w:val="8C8A28B2"/>
    <w:lvl w:ilvl="0" w:tplc="C9741DEC">
      <w:numFmt w:val="bullet"/>
      <w:lvlText w:val=""/>
      <w:lvlPicBulletId w:val="1"/>
      <w:lvlJc w:val="left"/>
      <w:pPr>
        <w:ind w:left="720" w:hanging="360"/>
      </w:pPr>
      <w:rPr>
        <w:rFonts w:ascii="Symbol" w:eastAsia="Calibri" w:hAnsi="Symbol" w:cs="Times New Roman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5A49AF"/>
    <w:multiLevelType w:val="multilevel"/>
    <w:tmpl w:val="E81C0C1E"/>
    <w:lvl w:ilvl="0">
      <w:start w:val="1"/>
      <w:numFmt w:val="bullet"/>
      <w:lvlText w:val="-"/>
      <w:lvlJc w:val="left"/>
      <w:pPr>
        <w:ind w:left="720" w:hanging="360"/>
      </w:pPr>
      <w:rPr>
        <w:rFonts w:ascii="Calibri" w:hAnsi="Calibri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3C9A0D7A"/>
    <w:multiLevelType w:val="hybridMultilevel"/>
    <w:tmpl w:val="A0682FCA"/>
    <w:lvl w:ilvl="0" w:tplc="E33024AA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3EB1654"/>
    <w:multiLevelType w:val="hybridMultilevel"/>
    <w:tmpl w:val="737A6ED6"/>
    <w:lvl w:ilvl="0" w:tplc="C9741DEC">
      <w:numFmt w:val="bullet"/>
      <w:lvlText w:val=""/>
      <w:lvlPicBulletId w:val="1"/>
      <w:lvlJc w:val="left"/>
      <w:pPr>
        <w:ind w:left="720" w:hanging="360"/>
      </w:pPr>
      <w:rPr>
        <w:rFonts w:ascii="Symbol" w:eastAsia="Calibri" w:hAnsi="Symbol" w:cs="Times New Roman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8DF52AE"/>
    <w:multiLevelType w:val="hybridMultilevel"/>
    <w:tmpl w:val="5B0E8920"/>
    <w:lvl w:ilvl="0" w:tplc="C9741DEC">
      <w:numFmt w:val="bullet"/>
      <w:lvlText w:val=""/>
      <w:lvlPicBulletId w:val="1"/>
      <w:lvlJc w:val="left"/>
      <w:pPr>
        <w:ind w:left="720" w:hanging="360"/>
      </w:pPr>
      <w:rPr>
        <w:rFonts w:ascii="Symbol" w:eastAsia="Calibri" w:hAnsi="Symbol" w:cs="Times New Roman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5"/>
  </w:num>
  <w:num w:numId="5">
    <w:abstractNumId w:val="2"/>
  </w:num>
  <w:num w:numId="6">
    <w:abstractNumId w:val="3"/>
  </w:num>
  <w:num w:numId="7">
    <w:abstractNumId w:val="6"/>
  </w:num>
  <w:num w:numId="8">
    <w:abstractNumId w:val="2"/>
  </w:num>
  <w:num w:numId="9">
    <w:abstractNumId w:val="2"/>
  </w:num>
  <w:num w:numId="10">
    <w:abstractNumId w:val="2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03C9"/>
    <w:rsid w:val="0004266F"/>
    <w:rsid w:val="000A0A40"/>
    <w:rsid w:val="000A271C"/>
    <w:rsid w:val="000D4E02"/>
    <w:rsid w:val="0011074B"/>
    <w:rsid w:val="00122FFA"/>
    <w:rsid w:val="00152837"/>
    <w:rsid w:val="0019099A"/>
    <w:rsid w:val="002D6907"/>
    <w:rsid w:val="002F7387"/>
    <w:rsid w:val="003560C3"/>
    <w:rsid w:val="003A0D8E"/>
    <w:rsid w:val="003A2869"/>
    <w:rsid w:val="003E45B8"/>
    <w:rsid w:val="0047244C"/>
    <w:rsid w:val="0047518E"/>
    <w:rsid w:val="004B03C9"/>
    <w:rsid w:val="00527F27"/>
    <w:rsid w:val="00562812"/>
    <w:rsid w:val="005642AC"/>
    <w:rsid w:val="005F0B47"/>
    <w:rsid w:val="00627320"/>
    <w:rsid w:val="00636E09"/>
    <w:rsid w:val="006471F2"/>
    <w:rsid w:val="006511B8"/>
    <w:rsid w:val="00662443"/>
    <w:rsid w:val="006E7415"/>
    <w:rsid w:val="00707BB1"/>
    <w:rsid w:val="00733C5D"/>
    <w:rsid w:val="007E7AB4"/>
    <w:rsid w:val="008371DD"/>
    <w:rsid w:val="00855DB2"/>
    <w:rsid w:val="00895A3E"/>
    <w:rsid w:val="00916CDE"/>
    <w:rsid w:val="00922CD8"/>
    <w:rsid w:val="00992E5F"/>
    <w:rsid w:val="009A36BA"/>
    <w:rsid w:val="00A65BCB"/>
    <w:rsid w:val="00B14FEF"/>
    <w:rsid w:val="00B42A5A"/>
    <w:rsid w:val="00B566B8"/>
    <w:rsid w:val="00BD3B67"/>
    <w:rsid w:val="00BE2F36"/>
    <w:rsid w:val="00C40D8E"/>
    <w:rsid w:val="00C6308E"/>
    <w:rsid w:val="00C75CCD"/>
    <w:rsid w:val="00D2283E"/>
    <w:rsid w:val="00D2630D"/>
    <w:rsid w:val="00D62F86"/>
    <w:rsid w:val="00D67943"/>
    <w:rsid w:val="00DC33B2"/>
    <w:rsid w:val="00DE745F"/>
    <w:rsid w:val="00E3526A"/>
    <w:rsid w:val="00E766FC"/>
    <w:rsid w:val="00EE50A3"/>
    <w:rsid w:val="00F0163E"/>
    <w:rsid w:val="00F47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FFE7646"/>
  <w15:chartTrackingRefBased/>
  <w15:docId w15:val="{0A3ACD11-5E3E-4031-A062-2BC9F8BED9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C33B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5642AC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En-tteCar">
    <w:name w:val="En-tête Car"/>
    <w:basedOn w:val="Policepardfaut"/>
    <w:link w:val="En-tte"/>
    <w:uiPriority w:val="99"/>
    <w:rsid w:val="005642AC"/>
  </w:style>
  <w:style w:type="paragraph" w:styleId="Pieddepage">
    <w:name w:val="footer"/>
    <w:basedOn w:val="Normal"/>
    <w:link w:val="PieddepageCar"/>
    <w:uiPriority w:val="99"/>
    <w:unhideWhenUsed/>
    <w:rsid w:val="005642AC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PieddepageCar">
    <w:name w:val="Pied de page Car"/>
    <w:basedOn w:val="Policepardfaut"/>
    <w:link w:val="Pieddepage"/>
    <w:uiPriority w:val="99"/>
    <w:rsid w:val="005642AC"/>
  </w:style>
  <w:style w:type="paragraph" w:customStyle="1" w:styleId="docdata">
    <w:name w:val="docdata"/>
    <w:aliases w:val="docy,v5,2539,bqiaagaaeyqcaaagiaiaaamecaaabswiaaaaaaaaaaaaaaaaaaaaaaaaaaaaaaaaaaaaaaaaaaaaaaaaaaaaaaaaaaaaaaaaaaaaaaaaaaaaaaaaaaaaaaaaaaaaaaaaaaaaaaaaaaaaaaaaaaaaaaaaaaaaaaaaaaaaaaaaaaaaaaaaaaaaaaaaaaaaaaaaaaaaaaaaaaaaaaaaaaaaaaaaaaaaaaaaaaaaaaaa"/>
    <w:basedOn w:val="Normal"/>
    <w:link w:val="docdataCar"/>
    <w:rsid w:val="00916CD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fr-FR"/>
    </w:rPr>
  </w:style>
  <w:style w:type="paragraph" w:styleId="NormalWeb">
    <w:name w:val="Normal (Web)"/>
    <w:basedOn w:val="Normal"/>
    <w:link w:val="NormalWebCar"/>
    <w:uiPriority w:val="99"/>
    <w:semiHidden/>
    <w:unhideWhenUsed/>
    <w:rsid w:val="00916CD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fr-FR"/>
    </w:rPr>
  </w:style>
  <w:style w:type="paragraph" w:customStyle="1" w:styleId="Titree-formation">
    <w:name w:val="Titre e-formation"/>
    <w:basedOn w:val="docdata"/>
    <w:link w:val="Titree-formationCar"/>
    <w:qFormat/>
    <w:rsid w:val="00916CDE"/>
    <w:pPr>
      <w:spacing w:before="0" w:beforeAutospacing="0" w:after="160" w:afterAutospacing="0"/>
    </w:pPr>
    <w:rPr>
      <w:rFonts w:ascii="Arial" w:hAnsi="Arial" w:cs="Arial"/>
      <w:b/>
      <w:bCs/>
      <w:color w:val="1F9EA9"/>
      <w:sz w:val="32"/>
      <w:szCs w:val="32"/>
    </w:rPr>
  </w:style>
  <w:style w:type="paragraph" w:customStyle="1" w:styleId="Sous-titree-formation">
    <w:name w:val="Sous-titre e-formation"/>
    <w:basedOn w:val="NormalWeb"/>
    <w:link w:val="Sous-titree-formationCar"/>
    <w:rsid w:val="003560C3"/>
    <w:pPr>
      <w:spacing w:before="0" w:beforeAutospacing="0" w:after="160" w:afterAutospacing="0"/>
    </w:pPr>
    <w:rPr>
      <w:rFonts w:ascii="Arial" w:hAnsi="Arial" w:cs="Arial"/>
      <w:b/>
      <w:bCs/>
      <w:color w:val="EB672F"/>
    </w:rPr>
  </w:style>
  <w:style w:type="character" w:customStyle="1" w:styleId="docdataCar">
    <w:name w:val="docdata Car"/>
    <w:aliases w:val="docy Car,v5 Car,2539 Car"/>
    <w:basedOn w:val="Policepardfaut"/>
    <w:link w:val="docdata"/>
    <w:rsid w:val="00916CDE"/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Titree-formationCar">
    <w:name w:val="Titre e-formation Car"/>
    <w:basedOn w:val="docdataCar"/>
    <w:link w:val="Titree-formation"/>
    <w:rsid w:val="00916CDE"/>
    <w:rPr>
      <w:rFonts w:ascii="Arial" w:eastAsia="Times New Roman" w:hAnsi="Arial" w:cs="Arial"/>
      <w:b/>
      <w:bCs/>
      <w:color w:val="000000"/>
      <w:sz w:val="32"/>
      <w:szCs w:val="32"/>
      <w:lang w:eastAsia="fr-FR"/>
    </w:rPr>
  </w:style>
  <w:style w:type="paragraph" w:customStyle="1" w:styleId="Texteparagraphee-formation">
    <w:name w:val="Texte paragraphe e-formation"/>
    <w:basedOn w:val="NormalWeb"/>
    <w:link w:val="Texteparagraphee-formationCar"/>
    <w:rsid w:val="003560C3"/>
    <w:pPr>
      <w:spacing w:before="0" w:beforeAutospacing="0" w:after="160" w:afterAutospacing="0"/>
    </w:pPr>
    <w:rPr>
      <w:rFonts w:ascii="Arial" w:hAnsi="Arial" w:cs="Arial"/>
      <w:color w:val="445395"/>
    </w:rPr>
  </w:style>
  <w:style w:type="character" w:customStyle="1" w:styleId="NormalWebCar">
    <w:name w:val="Normal (Web) Car"/>
    <w:basedOn w:val="Policepardfaut"/>
    <w:link w:val="NormalWeb"/>
    <w:uiPriority w:val="99"/>
    <w:semiHidden/>
    <w:rsid w:val="003560C3"/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Sous-titree-formationCar">
    <w:name w:val="Sous-titre e-formation Car"/>
    <w:basedOn w:val="NormalWebCar"/>
    <w:link w:val="Sous-titree-formation"/>
    <w:rsid w:val="003560C3"/>
    <w:rPr>
      <w:rFonts w:ascii="Arial" w:eastAsia="Times New Roman" w:hAnsi="Arial" w:cs="Arial"/>
      <w:b/>
      <w:bCs/>
      <w:color w:val="000000"/>
      <w:sz w:val="24"/>
      <w:szCs w:val="24"/>
      <w:lang w:eastAsia="fr-FR"/>
    </w:rPr>
  </w:style>
  <w:style w:type="paragraph" w:customStyle="1" w:styleId="TexteParagraphee-formation0">
    <w:name w:val="Texte Paragraphe e-formation"/>
    <w:basedOn w:val="Texteparagraphee-formation"/>
    <w:link w:val="TexteParagraphee-formationCar0"/>
    <w:rsid w:val="003560C3"/>
    <w:rPr>
      <w:sz w:val="22"/>
      <w:szCs w:val="22"/>
    </w:rPr>
  </w:style>
  <w:style w:type="character" w:customStyle="1" w:styleId="Texteparagraphee-formationCar">
    <w:name w:val="Texte paragraphe e-formation Car"/>
    <w:basedOn w:val="NormalWebCar"/>
    <w:link w:val="Texteparagraphee-formation"/>
    <w:rsid w:val="003560C3"/>
    <w:rPr>
      <w:rFonts w:ascii="Arial" w:eastAsia="Times New Roman" w:hAnsi="Arial" w:cs="Arial"/>
      <w:color w:val="000000"/>
      <w:sz w:val="24"/>
      <w:szCs w:val="24"/>
      <w:lang w:eastAsia="fr-FR"/>
    </w:rPr>
  </w:style>
  <w:style w:type="character" w:customStyle="1" w:styleId="1369">
    <w:name w:val="1369"/>
    <w:aliases w:val="bqiaagaaeyqcaaagiaiaaaomawaabzodaaaaaaaaaaaaaaaaaaaaaaaaaaaaaaaaaaaaaaaaaaaaaaaaaaaaaaaaaaaaaaaaaaaaaaaaaaaaaaaaaaaaaaaaaaaaaaaaaaaaaaaaaaaaaaaaaaaaaaaaaaaaaaaaaaaaaaaaaaaaaaaaaaaaaaaaaaaaaaaaaaaaaaaaaaaaaaaaaaaaaaaaaaaaaaaaaaaaaaaa"/>
    <w:basedOn w:val="Policepardfaut"/>
    <w:rsid w:val="003560C3"/>
  </w:style>
  <w:style w:type="character" w:customStyle="1" w:styleId="TexteParagraphee-formationCar0">
    <w:name w:val="Texte Paragraphe e-formation Car"/>
    <w:basedOn w:val="Texteparagraphee-formationCar"/>
    <w:link w:val="TexteParagraphee-formation0"/>
    <w:rsid w:val="003560C3"/>
    <w:rPr>
      <w:rFonts w:ascii="Arial" w:eastAsia="Times New Roman" w:hAnsi="Arial" w:cs="Arial"/>
      <w:color w:val="000000"/>
      <w:sz w:val="24"/>
      <w:szCs w:val="24"/>
      <w:lang w:eastAsia="fr-FR"/>
    </w:rPr>
  </w:style>
  <w:style w:type="paragraph" w:customStyle="1" w:styleId="Bordeau">
    <w:name w:val="Bordeau"/>
    <w:basedOn w:val="Normal"/>
    <w:link w:val="BordeauCar"/>
    <w:qFormat/>
    <w:rsid w:val="003560C3"/>
    <w:pPr>
      <w:spacing w:after="0" w:line="259" w:lineRule="auto"/>
      <w:ind w:firstLine="708"/>
    </w:pPr>
    <w:rPr>
      <w:rFonts w:ascii="Arial" w:eastAsiaTheme="minorHAnsi" w:hAnsi="Arial" w:cs="Arial"/>
      <w:color w:val="9B1A18"/>
    </w:rPr>
  </w:style>
  <w:style w:type="character" w:customStyle="1" w:styleId="1371">
    <w:name w:val="1371"/>
    <w:aliases w:val="bqiaagaaeyqcaaagiaiaaaooawaabzwdaaaaaaaaaaaaaaaaaaaaaaaaaaaaaaaaaaaaaaaaaaaaaaaaaaaaaaaaaaaaaaaaaaaaaaaaaaaaaaaaaaaaaaaaaaaaaaaaaaaaaaaaaaaaaaaaaaaaaaaaaaaaaaaaaaaaaaaaaaaaaaaaaaaaaaaaaaaaaaaaaaaaaaaaaaaaaaaaaaaaaaaaaaaaaaaaaaaaaaaa"/>
    <w:basedOn w:val="Policepardfaut"/>
    <w:rsid w:val="003560C3"/>
  </w:style>
  <w:style w:type="character" w:customStyle="1" w:styleId="BordeauCar">
    <w:name w:val="Bordeau Car"/>
    <w:basedOn w:val="Policepardfaut"/>
    <w:link w:val="Bordeau"/>
    <w:rsid w:val="003560C3"/>
    <w:rPr>
      <w:rFonts w:ascii="Arial" w:hAnsi="Arial" w:cs="Arial"/>
      <w:color w:val="9B1A18"/>
    </w:rPr>
  </w:style>
  <w:style w:type="character" w:customStyle="1" w:styleId="1373">
    <w:name w:val="1373"/>
    <w:aliases w:val="bqiaagaaeyqcaaagiaiaaaoqawaabz4daaaaaaaaaaaaaaaaaaaaaaaaaaaaaaaaaaaaaaaaaaaaaaaaaaaaaaaaaaaaaaaaaaaaaaaaaaaaaaaaaaaaaaaaaaaaaaaaaaaaaaaaaaaaaaaaaaaaaaaaaaaaaaaaaaaaaaaaaaaaaaaaaaaaaaaaaaaaaaaaaaaaaaaaaaaaaaaaaaaaaaaaaaaaaaaaaaaaaaaa"/>
    <w:basedOn w:val="Policepardfaut"/>
    <w:rsid w:val="00152837"/>
  </w:style>
  <w:style w:type="paragraph" w:customStyle="1" w:styleId="Sous-titree-formationOk">
    <w:name w:val="Sous-titre e-formationOk"/>
    <w:basedOn w:val="Titree-formation"/>
    <w:link w:val="Sous-titree-formationOkCar"/>
    <w:qFormat/>
    <w:rsid w:val="006E7415"/>
    <w:rPr>
      <w:color w:val="EB672F"/>
      <w:sz w:val="28"/>
      <w:szCs w:val="28"/>
    </w:rPr>
  </w:style>
  <w:style w:type="character" w:customStyle="1" w:styleId="Sous-titree-formationOkCar">
    <w:name w:val="Sous-titre e-formationOk Car"/>
    <w:basedOn w:val="Titree-formationCar"/>
    <w:link w:val="Sous-titree-formationOk"/>
    <w:rsid w:val="006E7415"/>
    <w:rPr>
      <w:rFonts w:ascii="Arial" w:eastAsia="Times New Roman" w:hAnsi="Arial" w:cs="Arial"/>
      <w:b/>
      <w:bCs/>
      <w:color w:val="EB672F"/>
      <w:sz w:val="28"/>
      <w:szCs w:val="28"/>
      <w:lang w:eastAsia="fr-FR"/>
    </w:rPr>
  </w:style>
  <w:style w:type="character" w:styleId="Lienhypertexte">
    <w:name w:val="Hyperlink"/>
    <w:basedOn w:val="Policepardfaut"/>
    <w:uiPriority w:val="99"/>
    <w:unhideWhenUsed/>
    <w:rsid w:val="005F0B47"/>
    <w:rPr>
      <w:color w:val="0563C1" w:themeColor="hyperlink"/>
      <w:u w:val="single"/>
    </w:rPr>
  </w:style>
  <w:style w:type="paragraph" w:customStyle="1" w:styleId="PuceParagrahpe">
    <w:name w:val="Puce Paragrahpe"/>
    <w:basedOn w:val="Normal"/>
    <w:rsid w:val="00B14FEF"/>
    <w:pPr>
      <w:numPr>
        <w:numId w:val="5"/>
      </w:numPr>
      <w:spacing w:after="160" w:line="259" w:lineRule="auto"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262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1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04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77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atherine%20Hugo\Downloads\Mod&#232;le%20PF%20eFormation%20interne.dotx" TargetMode="External"/></Relationships>
</file>

<file path=word/theme/theme1.xml><?xml version="1.0" encoding="utf-8"?>
<a:theme xmlns:a="http://schemas.openxmlformats.org/drawingml/2006/main" name="Thème Office">
  <a:themeElements>
    <a:clrScheme name="Personnalisé 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Modèle PF eFormation interne</Template>
  <TotalTime>4</TotalTime>
  <Pages>2</Pages>
  <Words>428</Words>
  <Characters>2359</Characters>
  <Application>Microsoft Office Word</Application>
  <DocSecurity>0</DocSecurity>
  <Lines>19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IRD</Company>
  <LinksUpToDate>false</LinksUpToDate>
  <CharactersWithSpaces>2782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IRD</dc:creator>
  <cp:keywords/>
  <dc:description/>
  <cp:lastModifiedBy>IRD</cp:lastModifiedBy>
  <cp:revision>1</cp:revision>
  <dcterms:created xsi:type="dcterms:W3CDTF">2024-08-21T07:00:00Z</dcterms:created>
  <dcterms:modified xsi:type="dcterms:W3CDTF">2024-08-21T07:53:00Z</dcterms:modified>
</cp:coreProperties>
</file>